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C61" w:rsidRDefault="00C95C61" w:rsidP="00881B77">
      <w:pPr>
        <w:pStyle w:val="Heading2"/>
      </w:pPr>
      <w:bookmarkStart w:id="0" w:name="Section3"/>
      <w:bookmarkEnd w:id="0"/>
      <w:r>
        <w:t>Challenge Exercise</w:t>
      </w:r>
    </w:p>
    <w:p w:rsidR="00C95C61" w:rsidRDefault="00C95C61" w:rsidP="00E941D4">
      <w:pPr>
        <w:pStyle w:val="SecondLevel"/>
      </w:pPr>
      <w:r>
        <w:t>Working With Presentations</w:t>
      </w:r>
    </w:p>
    <w:p w:rsidR="00C95C61" w:rsidRDefault="00C95C61" w:rsidP="00521720"/>
    <w:p w:rsidR="00C95C61" w:rsidRPr="00E941D4" w:rsidRDefault="00C95C61" w:rsidP="00521720"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-21590</wp:posOffset>
                </wp:positionH>
                <wp:positionV relativeFrom="paragraph">
                  <wp:posOffset>339725</wp:posOffset>
                </wp:positionV>
                <wp:extent cx="6174000" cy="8056700"/>
                <wp:effectExtent l="0" t="0" r="36830" b="19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4000" cy="8056700"/>
                          <a:chOff x="0" y="0"/>
                          <a:chExt cx="6174000" cy="8056700"/>
                        </a:xfrm>
                      </wpg:grpSpPr>
                      <wps:wsp>
                        <wps:cNvPr id="10" name="Straight Connector 10"/>
                        <wps:cNvCnPr/>
                        <wps:spPr>
                          <a:xfrm>
                            <a:off x="63500" y="0"/>
                            <a:ext cx="6084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88876" y="203167"/>
                            <a:ext cx="5955030" cy="5144770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107763" dir="81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-28" w:type="dxa"/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546"/>
                                <w:gridCol w:w="6887"/>
                                <w:gridCol w:w="1694"/>
                              </w:tblGrid>
                              <w:tr w:rsidR="00C95C61" w:rsidRPr="00563912" w:rsidTr="00AA7524">
                                <w:trPr>
                                  <w:cantSplit/>
                                  <w:trHeight w:val="540"/>
                                </w:trPr>
                                <w:tc>
                                  <w:tcPr>
                                    <w:tcW w:w="7433" w:type="dxa"/>
                                    <w:gridSpan w:val="2"/>
                                  </w:tcPr>
                                  <w:p w:rsidR="00C95C61" w:rsidRPr="00C64D4D" w:rsidRDefault="00C95C61">
                                    <w:pPr>
                                      <w:spacing w:before="120"/>
                                      <w:rPr>
                                        <w:b/>
                                        <w:color w:val="C00000"/>
                                        <w:sz w:val="22"/>
                                        <w:szCs w:val="22"/>
                                      </w:rPr>
                                    </w:pPr>
                                    <w:r w:rsidRPr="00C64D4D">
                                      <w:rPr>
                                        <w:b/>
                                        <w:color w:val="C00000"/>
                                        <w:sz w:val="22"/>
                                        <w:szCs w:val="22"/>
                                      </w:rPr>
                                      <w:t>Tasks: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C95C61" w:rsidRPr="00C64D4D" w:rsidRDefault="00C95C61" w:rsidP="00A76E7A">
                                    <w:pPr>
                                      <w:spacing w:before="120"/>
                                      <w:jc w:val="center"/>
                                      <w:rPr>
                                        <w:b/>
                                        <w:color w:val="C00000"/>
                                        <w:sz w:val="22"/>
                                        <w:szCs w:val="22"/>
                                      </w:rPr>
                                    </w:pPr>
                                    <w:r w:rsidRPr="00C64D4D">
                                      <w:rPr>
                                        <w:b/>
                                        <w:color w:val="C00000"/>
                                        <w:sz w:val="22"/>
                                        <w:szCs w:val="22"/>
                                      </w:rPr>
                                      <w:t>Completed:</w:t>
                                    </w:r>
                                  </w:p>
                                </w:tc>
                              </w:tr>
                              <w:tr w:rsidR="00C95C61" w:rsidTr="00AA7524">
                                <w:trPr>
                                  <w:cantSplit/>
                                </w:trPr>
                                <w:tc>
                                  <w:tcPr>
                                    <w:tcW w:w="546" w:type="dxa"/>
                                    <w:textDirection w:val="btLr"/>
                                    <w:vAlign w:val="center"/>
                                  </w:tcPr>
                                  <w:p w:rsidR="00C95C61" w:rsidRDefault="00C95C61" w:rsidP="0040786A">
                                    <w:pPr>
                                      <w:pStyle w:val="PreambleLabel"/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C95C61" w:rsidRPr="004425CE" w:rsidRDefault="00C95C61" w:rsidP="004425CE">
                                    <w:pPr>
                                      <w:pStyle w:val="PreambleText"/>
                                    </w:pPr>
                                    <w:bookmarkStart w:id="1" w:name="Preamble"/>
                                    <w:r>
                                      <w:t>Before starting this exercise you MUST have completed all of the topics in the chapter Working With Presentations…</w:t>
                                    </w:r>
                                    <w:bookmarkEnd w:id="1"/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C95C61" w:rsidRDefault="00C95C61" w:rsidP="00A76E7A">
                                    <w:pPr>
                                      <w:pStyle w:val="PreambleText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</w:p>
                                </w:tc>
                              </w:tr>
                              <w:tr w:rsidR="00C95C61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C95C61" w:rsidRPr="00C64D4D" w:rsidRDefault="00C95C61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C95C61" w:rsidRPr="00FD4654" w:rsidRDefault="00C95C61" w:rsidP="00FD4654">
                                    <w:pPr>
                                      <w:spacing w:before="120" w:after="0"/>
                                      <w:rPr>
                                        <w:i/>
                                      </w:rPr>
                                    </w:pPr>
                                    <w:r w:rsidRPr="00FD4654">
                                      <w:rPr>
                                        <w:i/>
                                      </w:rPr>
                                      <w:t>Complete the following steps and answer the questions on the following page…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C95C61" w:rsidRPr="008C62FF" w:rsidRDefault="00C95C61" w:rsidP="00A76E7A">
                                    <w:pPr>
                                      <w:jc w:val="center"/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</w:pPr>
                                  </w:p>
                                </w:tc>
                              </w:tr>
                              <w:tr w:rsidR="00C95C61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C95C61" w:rsidRPr="00C64D4D" w:rsidRDefault="00C95C61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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C95C61" w:rsidRPr="00921C0D" w:rsidRDefault="00C95C61" w:rsidP="0063172F">
                                    <w:pPr>
                                      <w:spacing w:before="120" w:after="0"/>
                                    </w:pPr>
                                    <w:r>
                                      <w:t xml:space="preserve">Use the keyboard shortcut to open the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Backstage</w:t>
                                    </w:r>
                                    <w:r>
                                      <w:t xml:space="preserve"> then open the presentation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PE_Presentations_1.pptx</w:t>
                                    </w:r>
                                    <w:r>
                                      <w:t xml:space="preserve"> (it can be found in the same folder as the student files)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C95C61" w:rsidRPr="008C62FF" w:rsidRDefault="00C95C61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C95C61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C95C61" w:rsidRPr="00C64D4D" w:rsidRDefault="00C95C61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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C95C61" w:rsidRPr="00921C0D" w:rsidRDefault="00C95C61" w:rsidP="00CB6454">
                                    <w:pPr>
                                      <w:spacing w:before="120" w:after="0"/>
                                    </w:pPr>
                                    <w:r>
                                      <w:t xml:space="preserve">Switch to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Slide Show</w:t>
                                    </w:r>
                                    <w:r>
                                      <w:t xml:space="preserve"> view and then display the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Reading</w:t>
                                    </w:r>
                                    <w:r>
                                      <w:t xml:space="preserve"> view. Return the presentation to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Normal</w:t>
                                    </w:r>
                                    <w:r>
                                      <w:t xml:space="preserve"> view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C95C61" w:rsidRPr="008C62FF" w:rsidRDefault="00C95C61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C95C61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C95C61" w:rsidRPr="00C64D4D" w:rsidRDefault="00C95C61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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C95C61" w:rsidRPr="00921C0D" w:rsidRDefault="00C95C61" w:rsidP="00CB6454">
                                    <w:pPr>
                                      <w:spacing w:before="120" w:after="0"/>
                                    </w:pPr>
                                    <w:r>
                                      <w:t xml:space="preserve">Use the keyboard to navigate to slide </w:t>
                                    </w:r>
                                    <w:r w:rsidRPr="00921C0D">
                                      <w:rPr>
                                        <w:b/>
                                        <w:i/>
                                      </w:rPr>
                                      <w:t>6</w:t>
                                    </w:r>
                                    <w:r>
                                      <w:t xml:space="preserve"> then use the scroll bar to return to slide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1</w:t>
                                    </w:r>
                                    <w:r>
                                      <w:t xml:space="preserve">. Use the thumbnails in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Normal</w:t>
                                    </w:r>
                                    <w:r>
                                      <w:t xml:space="preserve"> view to display slide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7</w:t>
                                    </w:r>
                                    <w:r>
                                      <w:t>, then use the keyboard to move directly back to the first slide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C95C61" w:rsidRPr="008C62FF" w:rsidRDefault="00C95C61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C95C61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C95C61" w:rsidRPr="00C64D4D" w:rsidRDefault="00C95C61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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C95C61" w:rsidRPr="00A2037B" w:rsidRDefault="00C95C61" w:rsidP="00CB6454">
                                    <w:pPr>
                                      <w:spacing w:before="120" w:after="0"/>
                                    </w:pPr>
                                    <w:r>
                                      <w:t xml:space="preserve">Change the zoom for the active slide to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15%</w:t>
                                    </w:r>
                                    <w:r>
                                      <w:t xml:space="preserve"> and then make the slide fit in the window. Adjust the zoom for the slide thumbnails in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Normal</w:t>
                                    </w:r>
                                    <w:r w:rsidRPr="00CB6454">
                                      <w:t xml:space="preserve"> </w:t>
                                    </w:r>
                                    <w:r>
                                      <w:t xml:space="preserve">view to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75%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C95C61" w:rsidRPr="008C62FF" w:rsidRDefault="00C95C61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C95C61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C95C61" w:rsidRPr="00C64D4D" w:rsidRDefault="00C95C61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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C95C61" w:rsidRPr="00CB6454" w:rsidRDefault="00C95C61" w:rsidP="00A2037B">
                                    <w:pPr>
                                      <w:spacing w:before="120" w:after="0"/>
                                    </w:pPr>
                                    <w:r>
                                      <w:t xml:space="preserve">Use the keyboard shortcut to display the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Open</w:t>
                                    </w:r>
                                    <w:r>
                                      <w:t xml:space="preserve"> dialog box. S</w:t>
                                    </w:r>
                                    <w:r w:rsidRPr="00CB6454">
                                      <w:t>imultaneously</w:t>
                                    </w:r>
                                    <w:r>
                                      <w:t xml:space="preserve"> open the presentations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PE_Presentations_2.pptx</w:t>
                                    </w:r>
                                    <w:r>
                                      <w:t xml:space="preserve"> and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PE_Presentations_3.</w:t>
                                    </w:r>
                                    <w:r w:rsidRPr="00CB6454">
                                      <w:rPr>
                                        <w:b/>
                                        <w:i/>
                                      </w:rPr>
                                      <w:t>pptx</w:t>
                                    </w:r>
                                    <w:r>
                                      <w:t xml:space="preserve"> (these can be found in the same folder as the student files)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C95C61" w:rsidRPr="008C62FF" w:rsidRDefault="00C95C61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C95C61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C95C61" w:rsidRPr="00C64D4D" w:rsidRDefault="00C95C61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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C95C61" w:rsidRPr="0063172F" w:rsidRDefault="00C95C61" w:rsidP="0063172F">
                                    <w:pPr>
                                      <w:spacing w:before="120" w:after="0"/>
                                    </w:pPr>
                                    <w:r>
                                      <w:t xml:space="preserve">Use the ribbon to switch to the presentation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PE_Presentations_1.pptx</w:t>
                                    </w:r>
                                    <w:r>
                                      <w:t xml:space="preserve"> then use the taskbar to switch to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PE_Presentations_2.pptx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C95C61" w:rsidRPr="008C62FF" w:rsidRDefault="00C95C61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C95C61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C95C61" w:rsidRDefault="00C95C61" w:rsidP="0063172F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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C95C61" w:rsidRPr="0063172F" w:rsidRDefault="00C95C61" w:rsidP="0063172F">
                                    <w:pPr>
                                      <w:spacing w:before="120" w:after="0"/>
                                    </w:pPr>
                                    <w:r>
                                      <w:t xml:space="preserve">Close all open presentations, then use the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Recent Presentations</w:t>
                                    </w:r>
                                    <w:r>
                                      <w:t xml:space="preserve"> list to open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PE_Presentations_3.pptx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C95C61" w:rsidRPr="008C62FF" w:rsidRDefault="00C95C61" w:rsidP="0063172F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C95C61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C95C61" w:rsidRDefault="00C95C61" w:rsidP="0063172F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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C95C61" w:rsidRDefault="00C95C61" w:rsidP="0063172F">
                                    <w:pPr>
                                      <w:spacing w:before="120" w:after="0"/>
                                    </w:pPr>
                                    <w:r>
                                      <w:t>Close the presentation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C95C61" w:rsidRPr="008C62FF" w:rsidRDefault="00C95C61" w:rsidP="0063172F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</w:tbl>
                            <w:p w:rsidR="00C95C61" w:rsidRDefault="00C95C61" w:rsidP="00D332ED"/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" name="Line 104"/>
                        <wps:cNvCnPr/>
                        <wps:spPr bwMode="auto">
                          <a:xfrm>
                            <a:off x="0" y="6489700"/>
                            <a:ext cx="6174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25400" y="6616700"/>
                            <a:ext cx="6112510" cy="1440000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-70" w:type="dxa"/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366"/>
                                <w:gridCol w:w="7026"/>
                              </w:tblGrid>
                              <w:tr w:rsidR="00C95C61" w:rsidRPr="00A32C00" w:rsidTr="00AA7524">
                                <w:tc>
                                  <w:tcPr>
                                    <w:tcW w:w="2366" w:type="dxa"/>
                                  </w:tcPr>
                                  <w:p w:rsidR="00C95C61" w:rsidRPr="008B0517" w:rsidRDefault="00C95C61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8B0517">
                                      <w:rPr>
                                        <w:b/>
                                      </w:rPr>
                                      <w:t>Files required for exercise:</w:t>
                                    </w:r>
                                  </w:p>
                                </w:tc>
                                <w:tc>
                                  <w:tcPr>
                                    <w:tcW w:w="7026" w:type="dxa"/>
                                  </w:tcPr>
                                  <w:p w:rsidR="00C95C61" w:rsidRPr="00A32C00" w:rsidRDefault="00C95C61">
                                    <w:pPr>
                                      <w:rPr>
                                        <w:i/>
                                        <w:lang w:val="fr-FR"/>
                                      </w:rPr>
                                    </w:pPr>
                                    <w:r w:rsidRPr="00A32C00">
                                      <w:rPr>
                                        <w:i/>
                                        <w:lang w:val="fr-FR"/>
                                      </w:rPr>
                                      <w:t>PE_Presentations_1.pptx, PE_Presentations_2.pptx, PE_Presentations_3.pptx</w:t>
                                    </w:r>
                                  </w:p>
                                </w:tc>
                              </w:tr>
                              <w:tr w:rsidR="00C95C61" w:rsidTr="00AA7524">
                                <w:tc>
                                  <w:tcPr>
                                    <w:tcW w:w="2366" w:type="dxa"/>
                                  </w:tcPr>
                                  <w:p w:rsidR="00C95C61" w:rsidRPr="008B0517" w:rsidRDefault="00C95C61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8B0517">
                                      <w:rPr>
                                        <w:b/>
                                      </w:rPr>
                                      <w:t>Files/work created by student:</w:t>
                                    </w:r>
                                  </w:p>
                                </w:tc>
                                <w:tc>
                                  <w:tcPr>
                                    <w:tcW w:w="7026" w:type="dxa"/>
                                  </w:tcPr>
                                  <w:p w:rsidR="00C95C61" w:rsidRDefault="00C95C61">
                                    <w:r>
                                      <w:t>A photocopy of your answers</w:t>
                                    </w:r>
                                  </w:p>
                                </w:tc>
                              </w:tr>
                              <w:tr w:rsidR="00C95C61" w:rsidTr="00AA7524">
                                <w:tc>
                                  <w:tcPr>
                                    <w:tcW w:w="2366" w:type="dxa"/>
                                  </w:tcPr>
                                  <w:p w:rsidR="00C95C61" w:rsidRPr="008B0517" w:rsidRDefault="00C95C61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8B0517">
                                      <w:rPr>
                                        <w:b/>
                                      </w:rPr>
                                      <w:t>Exercise Completed:</w:t>
                                    </w:r>
                                  </w:p>
                                </w:tc>
                                <w:tc>
                                  <w:tcPr>
                                    <w:tcW w:w="7026" w:type="dxa"/>
                                  </w:tcPr>
                                  <w:p w:rsidR="00C95C61" w:rsidRDefault="00C95C61">
                                    <w:r w:rsidRPr="008B0517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</w:tbl>
                            <w:p w:rsidR="00C95C61" w:rsidRDefault="00C95C61" w:rsidP="00D332E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1026" style="position:absolute;margin-left:-1.7pt;margin-top:26.75pt;width:486.15pt;height:634.4pt;z-index:251659264" coordsize="61740,80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">
                <v:line id="Straight Connector 10" o:spid="_x0000_s1027" style="position:absolute;visibility:visible;mso-wrap-style:square" from="635,0" to="6147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" strokecolor="#c00000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0" o:spid="_x0000_s1028" type="#_x0000_t202" style="position:absolute;left:888;top:2031;width:59551;height:5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" fillcolor="#ffc" stroked="f" strokeweight=".25pt">
                  <v:shadow offset="-6pt,6pt"/>
                  <v:textbox style="mso-fit-shape-to-text:t">
                    <w:txbxContent>
                      <w:tbl>
                        <w:tblPr>
                          <w:tblW w:w="0" w:type="auto"/>
                          <w:tblInd w:w="-28" w:type="dxa"/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546"/>
                          <w:gridCol w:w="6887"/>
                          <w:gridCol w:w="1694"/>
                        </w:tblGrid>
                        <w:tr w:rsidR="00C95C61" w:rsidRPr="00563912" w:rsidTr="00AA7524">
                          <w:trPr>
                            <w:cantSplit/>
                            <w:trHeight w:val="540"/>
                          </w:trPr>
                          <w:tc>
                            <w:tcPr>
                              <w:tcW w:w="7433" w:type="dxa"/>
                              <w:gridSpan w:val="2"/>
                            </w:tcPr>
                            <w:p w:rsidR="00C95C61" w:rsidRPr="00C64D4D" w:rsidRDefault="00C95C61">
                              <w:pPr>
                                <w:spacing w:before="120"/>
                                <w:rPr>
                                  <w:b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C64D4D">
                                <w:rPr>
                                  <w:b/>
                                  <w:color w:val="C00000"/>
                                  <w:sz w:val="22"/>
                                  <w:szCs w:val="22"/>
                                </w:rPr>
                                <w:t>Tasks: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C95C61" w:rsidRPr="00C64D4D" w:rsidRDefault="00C95C61" w:rsidP="00A76E7A">
                              <w:pPr>
                                <w:spacing w:before="120"/>
                                <w:jc w:val="center"/>
                                <w:rPr>
                                  <w:b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C64D4D">
                                <w:rPr>
                                  <w:b/>
                                  <w:color w:val="C00000"/>
                                  <w:sz w:val="22"/>
                                  <w:szCs w:val="22"/>
                                </w:rPr>
                                <w:t>Completed:</w:t>
                              </w:r>
                            </w:p>
                          </w:tc>
                        </w:tr>
                        <w:tr w:rsidR="00C95C61" w:rsidTr="00AA7524">
                          <w:trPr>
                            <w:cantSplit/>
                          </w:trPr>
                          <w:tc>
                            <w:tcPr>
                              <w:tcW w:w="546" w:type="dxa"/>
                              <w:textDirection w:val="btLr"/>
                              <w:vAlign w:val="center"/>
                            </w:tcPr>
                            <w:p w:rsidR="00C95C61" w:rsidRDefault="00C95C61" w:rsidP="0040786A">
                              <w:pPr>
                                <w:pStyle w:val="PreambleLabel"/>
                                <w:rPr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C95C61" w:rsidRPr="004425CE" w:rsidRDefault="00C95C61" w:rsidP="004425CE">
                              <w:pPr>
                                <w:pStyle w:val="PreambleText"/>
                              </w:pPr>
                              <w:bookmarkStart w:id="2" w:name="Preamble"/>
                              <w:r>
                                <w:t>Before starting this exercise you MUST have completed all of the topics in the chapter Working With Presentations…</w:t>
                              </w:r>
                              <w:bookmarkEnd w:id="2"/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C95C61" w:rsidRDefault="00C95C61" w:rsidP="00A76E7A">
                              <w:pPr>
                                <w:pStyle w:val="PreambleText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</w:p>
                          </w:tc>
                        </w:tr>
                        <w:tr w:rsidR="00C95C61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C95C61" w:rsidRPr="00C64D4D" w:rsidRDefault="00C95C61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C95C61" w:rsidRPr="00FD4654" w:rsidRDefault="00C95C61" w:rsidP="00FD4654">
                              <w:pPr>
                                <w:spacing w:before="120" w:after="0"/>
                                <w:rPr>
                                  <w:i/>
                                </w:rPr>
                              </w:pPr>
                              <w:r w:rsidRPr="00FD4654">
                                <w:rPr>
                                  <w:i/>
                                </w:rPr>
                                <w:t>Complete the following steps and answer the questions on the following page…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C95C61" w:rsidRPr="008C62FF" w:rsidRDefault="00C95C61" w:rsidP="00A76E7A">
                              <w:pPr>
                                <w:jc w:val="center"/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</w:pPr>
                            </w:p>
                          </w:tc>
                        </w:tr>
                        <w:tr w:rsidR="00C95C61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C95C61" w:rsidRPr="00C64D4D" w:rsidRDefault="00C95C61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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C95C61" w:rsidRPr="00921C0D" w:rsidRDefault="00C95C61" w:rsidP="0063172F">
                              <w:pPr>
                                <w:spacing w:before="120" w:after="0"/>
                              </w:pPr>
                              <w:r>
                                <w:t xml:space="preserve">Use the keyboard shortcut to open the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Backstage</w:t>
                              </w:r>
                              <w:r>
                                <w:t xml:space="preserve"> then open the presentation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PE_Presentations_1.pptx</w:t>
                              </w:r>
                              <w:r>
                                <w:t xml:space="preserve"> (it can be found in the same folder as the student files)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C95C61" w:rsidRPr="008C62FF" w:rsidRDefault="00C95C61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C95C61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C95C61" w:rsidRPr="00C64D4D" w:rsidRDefault="00C95C61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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C95C61" w:rsidRPr="00921C0D" w:rsidRDefault="00C95C61" w:rsidP="00CB6454">
                              <w:pPr>
                                <w:spacing w:before="120" w:after="0"/>
                              </w:pPr>
                              <w:r>
                                <w:t xml:space="preserve">Switch to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Slide Show</w:t>
                              </w:r>
                              <w:r>
                                <w:t xml:space="preserve"> view and then display the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Reading</w:t>
                              </w:r>
                              <w:r>
                                <w:t xml:space="preserve"> view. Return the presentation to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Normal</w:t>
                              </w:r>
                              <w:r>
                                <w:t xml:space="preserve"> view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C95C61" w:rsidRPr="008C62FF" w:rsidRDefault="00C95C61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C95C61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C95C61" w:rsidRPr="00C64D4D" w:rsidRDefault="00C95C61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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C95C61" w:rsidRPr="00921C0D" w:rsidRDefault="00C95C61" w:rsidP="00CB6454">
                              <w:pPr>
                                <w:spacing w:before="120" w:after="0"/>
                              </w:pPr>
                              <w:r>
                                <w:t xml:space="preserve">Use the keyboard to navigate to slide </w:t>
                              </w:r>
                              <w:r w:rsidRPr="00921C0D">
                                <w:rPr>
                                  <w:b/>
                                  <w:i/>
                                </w:rPr>
                                <w:t>6</w:t>
                              </w:r>
                              <w:r>
                                <w:t xml:space="preserve"> then use the scroll bar to return to slide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1</w:t>
                              </w:r>
                              <w:r>
                                <w:t xml:space="preserve">. Use the thumbnails in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Normal</w:t>
                              </w:r>
                              <w:r>
                                <w:t xml:space="preserve"> view to display slide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7</w:t>
                              </w:r>
                              <w:r>
                                <w:t>, then use the keyboard to move directly back to the first slide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C95C61" w:rsidRPr="008C62FF" w:rsidRDefault="00C95C61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C95C61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C95C61" w:rsidRPr="00C64D4D" w:rsidRDefault="00C95C61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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C95C61" w:rsidRPr="00A2037B" w:rsidRDefault="00C95C61" w:rsidP="00CB6454">
                              <w:pPr>
                                <w:spacing w:before="120" w:after="0"/>
                              </w:pPr>
                              <w:r>
                                <w:t xml:space="preserve">Change the zoom for the active slide to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15%</w:t>
                              </w:r>
                              <w:r>
                                <w:t xml:space="preserve"> and then make the slide fit in the window. Adjust the zoom for the slide thumbnails in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Normal</w:t>
                              </w:r>
                              <w:r w:rsidRPr="00CB6454">
                                <w:t xml:space="preserve"> </w:t>
                              </w:r>
                              <w:r>
                                <w:t xml:space="preserve">view to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75%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C95C61" w:rsidRPr="008C62FF" w:rsidRDefault="00C95C61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C95C61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C95C61" w:rsidRPr="00C64D4D" w:rsidRDefault="00C95C61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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C95C61" w:rsidRPr="00CB6454" w:rsidRDefault="00C95C61" w:rsidP="00A2037B">
                              <w:pPr>
                                <w:spacing w:before="120" w:after="0"/>
                              </w:pPr>
                              <w:r>
                                <w:t xml:space="preserve">Use the keyboard shortcut to display the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Open</w:t>
                              </w:r>
                              <w:r>
                                <w:t xml:space="preserve"> dialog box. S</w:t>
                              </w:r>
                              <w:r w:rsidRPr="00CB6454">
                                <w:t>imultaneously</w:t>
                              </w:r>
                              <w:r>
                                <w:t xml:space="preserve"> open the presentations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PE_Presentations_2.pptx</w:t>
                              </w:r>
                              <w:r>
                                <w:t xml:space="preserve"> and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PE_Presentations_3.</w:t>
                              </w:r>
                              <w:r w:rsidRPr="00CB6454">
                                <w:rPr>
                                  <w:b/>
                                  <w:i/>
                                </w:rPr>
                                <w:t>pptx</w:t>
                              </w:r>
                              <w:r>
                                <w:t xml:space="preserve"> (these can be found in the same folder as the student files)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C95C61" w:rsidRPr="008C62FF" w:rsidRDefault="00C95C61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C95C61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C95C61" w:rsidRPr="00C64D4D" w:rsidRDefault="00C95C61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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C95C61" w:rsidRPr="0063172F" w:rsidRDefault="00C95C61" w:rsidP="0063172F">
                              <w:pPr>
                                <w:spacing w:before="120" w:after="0"/>
                              </w:pPr>
                              <w:r>
                                <w:t xml:space="preserve">Use the ribbon to switch to the presentation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PE_Presentations_1.pptx</w:t>
                              </w:r>
                              <w:r>
                                <w:t xml:space="preserve"> then use the taskbar to switch to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PE_Presentations_2.pptx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C95C61" w:rsidRPr="008C62FF" w:rsidRDefault="00C95C61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C95C61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C95C61" w:rsidRDefault="00C95C61" w:rsidP="0063172F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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C95C61" w:rsidRPr="0063172F" w:rsidRDefault="00C95C61" w:rsidP="0063172F">
                              <w:pPr>
                                <w:spacing w:before="120" w:after="0"/>
                              </w:pPr>
                              <w:r>
                                <w:t xml:space="preserve">Close all open presentations, then use the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Recent Presentations</w:t>
                              </w:r>
                              <w:r>
                                <w:t xml:space="preserve"> list to open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PE_Presentations_3.pptx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C95C61" w:rsidRPr="008C62FF" w:rsidRDefault="00C95C61" w:rsidP="0063172F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C95C61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C95C61" w:rsidRDefault="00C95C61" w:rsidP="0063172F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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C95C61" w:rsidRDefault="00C95C61" w:rsidP="0063172F">
                              <w:pPr>
                                <w:spacing w:before="120" w:after="0"/>
                              </w:pPr>
                              <w:r>
                                <w:t>Close the presentation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C95C61" w:rsidRPr="008C62FF" w:rsidRDefault="00C95C61" w:rsidP="0063172F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</w:tbl>
                      <w:p w:rsidR="00C95C61" w:rsidRDefault="00C95C61" w:rsidP="00D332ED"/>
                    </w:txbxContent>
                  </v:textbox>
                </v:shape>
                <v:line id="Line 104" o:spid="_x0000_s1029" style="position:absolute;visibility:visible;mso-wrap-style:square" from="0,64897" to="61740,64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" strokecolor="red"/>
                <v:shape id="Text Box 116" o:spid="_x0000_s1030" type="#_x0000_t202" style="position:absolute;left:254;top:66167;width:61125;height:14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" fillcolor="#cff" stroked="f">
                  <v:textbox>
                    <w:txbxContent>
                      <w:tbl>
                        <w:tblPr>
                          <w:tblW w:w="0" w:type="auto"/>
                          <w:tblInd w:w="-70" w:type="dxa"/>
                          <w:tblLook w:val="00A0" w:firstRow="1" w:lastRow="0" w:firstColumn="1" w:lastColumn="0" w:noHBand="0" w:noVBand="0"/>
                        </w:tblPr>
                        <w:tblGrid>
                          <w:gridCol w:w="2366"/>
                          <w:gridCol w:w="7026"/>
                        </w:tblGrid>
                        <w:tr w:rsidR="00C95C61" w:rsidRPr="00A32C00" w:rsidTr="00AA7524">
                          <w:tc>
                            <w:tcPr>
                              <w:tcW w:w="2366" w:type="dxa"/>
                            </w:tcPr>
                            <w:p w:rsidR="00C95C61" w:rsidRPr="008B0517" w:rsidRDefault="00C95C61">
                              <w:pPr>
                                <w:rPr>
                                  <w:b/>
                                </w:rPr>
                              </w:pPr>
                              <w:r w:rsidRPr="008B0517">
                                <w:rPr>
                                  <w:b/>
                                </w:rPr>
                                <w:t>Files required for exercise:</w:t>
                              </w:r>
                            </w:p>
                          </w:tc>
                          <w:tc>
                            <w:tcPr>
                              <w:tcW w:w="7026" w:type="dxa"/>
                            </w:tcPr>
                            <w:p w:rsidR="00C95C61" w:rsidRPr="00A32C00" w:rsidRDefault="00C95C61">
                              <w:pPr>
                                <w:rPr>
                                  <w:i/>
                                  <w:lang w:val="fr-FR"/>
                                </w:rPr>
                              </w:pPr>
                              <w:r w:rsidRPr="00A32C00">
                                <w:rPr>
                                  <w:i/>
                                  <w:lang w:val="fr-FR"/>
                                </w:rPr>
                                <w:t>PE_Presentations_1.pptx, PE_Presentations_2.pptx, PE_Presentations_3.pptx</w:t>
                              </w:r>
                            </w:p>
                          </w:tc>
                        </w:tr>
                        <w:tr w:rsidR="00C95C61" w:rsidTr="00AA7524">
                          <w:tc>
                            <w:tcPr>
                              <w:tcW w:w="2366" w:type="dxa"/>
                            </w:tcPr>
                            <w:p w:rsidR="00C95C61" w:rsidRPr="008B0517" w:rsidRDefault="00C95C61">
                              <w:pPr>
                                <w:rPr>
                                  <w:b/>
                                </w:rPr>
                              </w:pPr>
                              <w:r w:rsidRPr="008B0517">
                                <w:rPr>
                                  <w:b/>
                                </w:rPr>
                                <w:t>Files/work created by student:</w:t>
                              </w:r>
                            </w:p>
                          </w:tc>
                          <w:tc>
                            <w:tcPr>
                              <w:tcW w:w="7026" w:type="dxa"/>
                            </w:tcPr>
                            <w:p w:rsidR="00C95C61" w:rsidRDefault="00C95C61">
                              <w:r>
                                <w:t>A photocopy of your answers</w:t>
                              </w:r>
                            </w:p>
                          </w:tc>
                        </w:tr>
                        <w:tr w:rsidR="00C95C61" w:rsidTr="00AA7524">
                          <w:tc>
                            <w:tcPr>
                              <w:tcW w:w="2366" w:type="dxa"/>
                            </w:tcPr>
                            <w:p w:rsidR="00C95C61" w:rsidRPr="008B0517" w:rsidRDefault="00C95C61">
                              <w:pPr>
                                <w:rPr>
                                  <w:b/>
                                </w:rPr>
                              </w:pPr>
                              <w:r w:rsidRPr="008B0517">
                                <w:rPr>
                                  <w:b/>
                                </w:rPr>
                                <w:t>Exercise Completed:</w:t>
                              </w:r>
                            </w:p>
                          </w:tc>
                          <w:tc>
                            <w:tcPr>
                              <w:tcW w:w="7026" w:type="dxa"/>
                            </w:tcPr>
                            <w:p w:rsidR="00C95C61" w:rsidRDefault="00C95C61">
                              <w:r w:rsidRPr="008B0517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</w:tbl>
                      <w:p w:rsidR="00C95C61" w:rsidRDefault="00C95C61" w:rsidP="00D332ED"/>
                    </w:txbxContent>
                  </v:textbox>
                </v:shape>
              </v:group>
            </w:pict>
          </mc:Fallback>
        </mc:AlternateContent>
      </w:r>
    </w:p>
    <w:p w:rsidR="00C95C61" w:rsidRDefault="00C95C61" w:rsidP="00881B77">
      <w:pPr>
        <w:pStyle w:val="Heading2"/>
      </w:pPr>
      <w:r>
        <w:lastRenderedPageBreak/>
        <w:t>Challenge Exercise Workspace</w:t>
      </w:r>
    </w:p>
    <w:p w:rsidR="00C95C61" w:rsidRDefault="00C95C61" w:rsidP="00E941D4">
      <w:pPr>
        <w:pStyle w:val="SecondLevel"/>
      </w:pPr>
      <w:r>
        <w:t>Working With Presentations</w:t>
      </w:r>
    </w:p>
    <w:p w:rsidR="00C95C61" w:rsidRPr="00E941D4" w:rsidRDefault="00C95C61" w:rsidP="00521720"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333375</wp:posOffset>
                </wp:positionV>
                <wp:extent cx="6084000" cy="7350125"/>
                <wp:effectExtent l="0" t="0" r="31115" b="3175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4000" cy="7350125"/>
                          <a:chOff x="0" y="0"/>
                          <a:chExt cx="6084000" cy="7350125"/>
                        </a:xfrm>
                      </wpg:grpSpPr>
                      <wps:wsp>
                        <wps:cNvPr id="24" name="Straight Connector 24"/>
                        <wps:cNvCnPr/>
                        <wps:spPr>
                          <a:xfrm>
                            <a:off x="0" y="0"/>
                            <a:ext cx="6084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Text Box 26"/>
                        <wps:cNvSpPr txBox="1"/>
                        <wps:spPr>
                          <a:xfrm>
                            <a:off x="482600" y="330200"/>
                            <a:ext cx="4838700" cy="70199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prstClr val="black"/>
                                </a:solidFill>
                              </a14:hiddenLine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95C61" w:rsidRPr="00F748B3" w:rsidRDefault="00C95C61" w:rsidP="00F748B3">
                              <w:pPr>
                                <w:spacing w:after="240"/>
                              </w:pPr>
                              <w:r w:rsidRPr="00F748B3">
                                <w:rPr>
                                  <w:rFonts w:cs="Arial"/>
                                </w:rPr>
                                <w:t xml:space="preserve">The </w:t>
                              </w:r>
                              <w:r>
                                <w:t xml:space="preserve">keyboard shortcut to open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Backstage</w:t>
                              </w:r>
                              <w:r>
                                <w:t xml:space="preserve"> view is</w:t>
                              </w:r>
                              <w:r w:rsidRPr="00F748B3">
                                <w:t>:</w:t>
                              </w:r>
                            </w:p>
                            <w:p w:rsidR="00C95C61" w:rsidRDefault="00C95C61" w:rsidP="00F748B3">
                              <w:pPr>
                                <w:tabs>
                                  <w:tab w:val="right" w:leader="underscore" w:pos="7088"/>
                                </w:tabs>
                                <w:spacing w:line="360" w:lineRule="auto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ab/>
                              </w:r>
                            </w:p>
                            <w:p w:rsidR="00C95C61" w:rsidRDefault="00C95C61" w:rsidP="00F748B3">
                              <w:pPr>
                                <w:tabs>
                                  <w:tab w:val="right" w:leader="underscore" w:pos="7088"/>
                                </w:tabs>
                                <w:spacing w:before="240" w:after="240"/>
                              </w:pPr>
                              <w:r>
                                <w:t>Which key did you use to navigate to slide 6?</w:t>
                              </w:r>
                            </w:p>
                            <w:p w:rsidR="00C95C61" w:rsidRDefault="00C95C61" w:rsidP="00F748B3">
                              <w:pPr>
                                <w:tabs>
                                  <w:tab w:val="right" w:leader="underscore" w:pos="7088"/>
                                </w:tabs>
                                <w:spacing w:line="360" w:lineRule="auto"/>
                              </w:pPr>
                              <w:r>
                                <w:tab/>
                              </w:r>
                            </w:p>
                            <w:p w:rsidR="00C95C61" w:rsidRDefault="00C95C61" w:rsidP="00F748B3">
                              <w:pPr>
                                <w:tabs>
                                  <w:tab w:val="right" w:leader="underscore" w:pos="7088"/>
                                </w:tabs>
                                <w:spacing w:line="360" w:lineRule="auto"/>
                              </w:pPr>
                              <w:r>
                                <w:t>Which keyboard shortcut did you use to move directly back to slide 1?</w:t>
                              </w:r>
                            </w:p>
                            <w:p w:rsidR="00C95C61" w:rsidRDefault="00C95C61" w:rsidP="00F748B3">
                              <w:pPr>
                                <w:tabs>
                                  <w:tab w:val="right" w:leader="underscore" w:pos="7088"/>
                                </w:tabs>
                                <w:spacing w:line="360" w:lineRule="auto"/>
                              </w:pPr>
                              <w:r>
                                <w:tab/>
                              </w:r>
                            </w:p>
                            <w:p w:rsidR="00C95C61" w:rsidRDefault="00C95C61" w:rsidP="00F748B3">
                              <w:pPr>
                                <w:tabs>
                                  <w:tab w:val="right" w:leader="underscore" w:pos="7088"/>
                                </w:tabs>
                                <w:spacing w:before="240" w:after="240"/>
                              </w:pPr>
                              <w:r>
                                <w:t xml:space="preserve">On which tab did you find the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Zoom</w:t>
                              </w:r>
                              <w:r>
                                <w:t xml:space="preserve"> option?</w:t>
                              </w:r>
                            </w:p>
                            <w:p w:rsidR="00C95C61" w:rsidRDefault="00C95C61" w:rsidP="00F748B3">
                              <w:pPr>
                                <w:tabs>
                                  <w:tab w:val="right" w:leader="underscore" w:pos="7088"/>
                                </w:tabs>
                                <w:spacing w:line="360" w:lineRule="auto"/>
                              </w:pPr>
                              <w:r>
                                <w:tab/>
                              </w:r>
                            </w:p>
                            <w:p w:rsidR="00C95C61" w:rsidRDefault="00C95C61" w:rsidP="00F748B3">
                              <w:pPr>
                                <w:tabs>
                                  <w:tab w:val="right" w:leader="underscore" w:pos="7088"/>
                                </w:tabs>
                                <w:spacing w:line="360" w:lineRule="auto"/>
                              </w:pPr>
                              <w:r>
                                <w:t>How did you ensure that you changed the zoom for the slide thumbnails and not the active slide?</w:t>
                              </w:r>
                            </w:p>
                            <w:p w:rsidR="00C95C61" w:rsidRDefault="00C95C61" w:rsidP="00F748B3">
                              <w:pPr>
                                <w:tabs>
                                  <w:tab w:val="right" w:leader="underscore" w:pos="7088"/>
                                </w:tabs>
                                <w:spacing w:line="360" w:lineRule="auto"/>
                              </w:pPr>
                              <w:r>
                                <w:tab/>
                              </w:r>
                            </w:p>
                            <w:p w:rsidR="00C95C61" w:rsidRDefault="00C95C61" w:rsidP="00F748B3">
                              <w:pPr>
                                <w:tabs>
                                  <w:tab w:val="right" w:leader="underscore" w:pos="7088"/>
                                </w:tabs>
                                <w:spacing w:line="360" w:lineRule="auto"/>
                              </w:pPr>
                              <w:r>
                                <w:tab/>
                              </w:r>
                            </w:p>
                            <w:p w:rsidR="00C95C61" w:rsidRDefault="00C95C61" w:rsidP="00F53B73">
                              <w:pPr>
                                <w:tabs>
                                  <w:tab w:val="right" w:leader="underscore" w:pos="7088"/>
                                </w:tabs>
                                <w:spacing w:before="240" w:after="240"/>
                              </w:pPr>
                              <w:r>
                                <w:t xml:space="preserve">What is the keyboard shortcut to display the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Open</w:t>
                              </w:r>
                              <w:r>
                                <w:t xml:space="preserve"> dialog box?</w:t>
                              </w:r>
                            </w:p>
                            <w:p w:rsidR="00C95C61" w:rsidRDefault="00C95C61" w:rsidP="00F53B73">
                              <w:pPr>
                                <w:tabs>
                                  <w:tab w:val="right" w:leader="underscore" w:pos="7088"/>
                                </w:tabs>
                                <w:spacing w:before="240" w:after="240"/>
                              </w:pPr>
                              <w:r>
                                <w:tab/>
                              </w:r>
                            </w:p>
                            <w:p w:rsidR="00C95C61" w:rsidRDefault="00C95C61" w:rsidP="004660BE">
                              <w:pPr>
                                <w:tabs>
                                  <w:tab w:val="left" w:pos="2835"/>
                                  <w:tab w:val="right" w:leader="underscore" w:pos="7088"/>
                                </w:tabs>
                                <w:spacing w:line="360" w:lineRule="auto"/>
                              </w:pPr>
                              <w:r>
                                <w:t xml:space="preserve">Which key did you use to select more than one file in the </w:t>
                              </w:r>
                              <w:r w:rsidRPr="00164120">
                                <w:rPr>
                                  <w:b/>
                                  <w:i/>
                                </w:rPr>
                                <w:t>Open</w:t>
                              </w:r>
                              <w:r>
                                <w:t xml:space="preserve"> dialog box?</w:t>
                              </w:r>
                            </w:p>
                            <w:p w:rsidR="00C95C61" w:rsidRDefault="00C95C61" w:rsidP="00164120">
                              <w:pPr>
                                <w:tabs>
                                  <w:tab w:val="right" w:leader="underscore" w:pos="7088"/>
                                </w:tabs>
                                <w:spacing w:line="360" w:lineRule="auto"/>
                              </w:pPr>
                              <w:r>
                                <w:tab/>
                              </w:r>
                            </w:p>
                            <w:p w:rsidR="00C95C61" w:rsidRDefault="00C95C61" w:rsidP="00164120">
                              <w:pPr>
                                <w:tabs>
                                  <w:tab w:val="right" w:leader="underscore" w:pos="7088"/>
                                </w:tabs>
                                <w:spacing w:line="360" w:lineRule="auto"/>
                              </w:pPr>
                              <w:r>
                                <w:t>Which option on the ribbon did you use to switch presentations?</w:t>
                              </w:r>
                            </w:p>
                            <w:p w:rsidR="00C95C61" w:rsidRDefault="00C95C61" w:rsidP="00164120">
                              <w:pPr>
                                <w:tabs>
                                  <w:tab w:val="right" w:leader="underscore" w:pos="7088"/>
                                </w:tabs>
                                <w:spacing w:line="360" w:lineRule="auto"/>
                              </w:pPr>
                              <w:r>
                                <w:tab/>
                              </w:r>
                            </w:p>
                            <w:p w:rsidR="00C95C61" w:rsidRPr="00164120" w:rsidRDefault="00C95C61" w:rsidP="00164120">
                              <w:pPr>
                                <w:tabs>
                                  <w:tab w:val="right" w:leader="underscore" w:pos="7088"/>
                                </w:tabs>
                                <w:spacing w:line="360" w:lineRule="auto"/>
                              </w:pPr>
                              <w:r>
                                <w:t xml:space="preserve">Where do you find the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Recent Presentations</w:t>
                              </w:r>
                              <w:r>
                                <w:t xml:space="preserve"> list?</w:t>
                              </w:r>
                            </w:p>
                            <w:p w:rsidR="00C95C61" w:rsidRDefault="00C95C61" w:rsidP="00164120">
                              <w:pPr>
                                <w:tabs>
                                  <w:tab w:val="right" w:leader="underscore" w:pos="7088"/>
                                </w:tabs>
                                <w:spacing w:line="360" w:lineRule="auto"/>
                              </w:pPr>
                              <w: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" name="Group 27"/>
                        <wpg:cNvGrpSpPr/>
                        <wpg:grpSpPr bwMode="auto">
                          <a:xfrm>
                            <a:off x="215900" y="368300"/>
                            <a:ext cx="254000" cy="254000"/>
                            <a:chOff x="0" y="0"/>
                            <a:chExt cx="400" cy="400"/>
                          </a:xfrm>
                        </wpg:grpSpPr>
                        <wps:wsp>
                          <wps:cNvPr id="28" name="Oval 2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" y="40"/>
                              <a:ext cx="340" cy="32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Text Box 122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0" y="0"/>
                              <a:ext cx="400" cy="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5C61" w:rsidRDefault="00C95C61" w:rsidP="004660BE">
                                <w:pPr>
                                  <w:spacing w:before="0" w:after="0"/>
                                  <w:jc w:val="center"/>
                                  <w:rPr>
                                    <w:rFonts w:cs="Arial"/>
                                    <w:b/>
                                    <w:bCs/>
                                    <w:color w:val="FFFFFF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bCs/>
                                    <w:color w:val="FFFFFF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31"/>
                        <wpg:cNvGrpSpPr/>
                        <wpg:grpSpPr bwMode="auto">
                          <a:xfrm>
                            <a:off x="215900" y="1016000"/>
                            <a:ext cx="254000" cy="254000"/>
                            <a:chOff x="0" y="0"/>
                            <a:chExt cx="400" cy="400"/>
                          </a:xfrm>
                        </wpg:grpSpPr>
                        <wps:wsp>
                          <wps:cNvPr id="32" name="Oval 32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" y="40"/>
                              <a:ext cx="340" cy="32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Text Box 122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0" y="0"/>
                              <a:ext cx="400" cy="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5C61" w:rsidRDefault="00C95C61" w:rsidP="004660BE">
                                <w:pPr>
                                  <w:spacing w:before="0" w:after="0"/>
                                  <w:jc w:val="center"/>
                                  <w:rPr>
                                    <w:rFonts w:cs="Arial"/>
                                    <w:b/>
                                    <w:bCs/>
                                    <w:color w:val="FFFFFF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bCs/>
                                    <w:color w:val="FFFFFF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34"/>
                        <wpg:cNvGrpSpPr/>
                        <wpg:grpSpPr bwMode="auto">
                          <a:xfrm>
                            <a:off x="215900" y="3860800"/>
                            <a:ext cx="254000" cy="254000"/>
                            <a:chOff x="0" y="0"/>
                            <a:chExt cx="400" cy="400"/>
                          </a:xfrm>
                        </wpg:grpSpPr>
                        <wps:wsp>
                          <wps:cNvPr id="35" name="Oval 3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" y="40"/>
                              <a:ext cx="340" cy="32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Text Box 122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0" y="0"/>
                              <a:ext cx="400" cy="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5C61" w:rsidRDefault="00C95C61" w:rsidP="004660BE">
                                <w:pPr>
                                  <w:spacing w:before="0" w:after="0"/>
                                  <w:jc w:val="center"/>
                                  <w:rPr>
                                    <w:rFonts w:cs="Arial"/>
                                    <w:b/>
                                    <w:bCs/>
                                    <w:color w:val="FFFFFF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bCs/>
                                    <w:color w:val="FFFFFF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37"/>
                        <wpg:cNvGrpSpPr/>
                        <wpg:grpSpPr bwMode="auto">
                          <a:xfrm>
                            <a:off x="215900" y="4953000"/>
                            <a:ext cx="254000" cy="254000"/>
                            <a:chOff x="0" y="0"/>
                            <a:chExt cx="400" cy="400"/>
                          </a:xfrm>
                        </wpg:grpSpPr>
                        <wps:wsp>
                          <wps:cNvPr id="38" name="Oval 38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" y="40"/>
                              <a:ext cx="340" cy="32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Text Box 122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0" y="0"/>
                              <a:ext cx="400" cy="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5C61" w:rsidRDefault="00C95C61" w:rsidP="004660BE">
                                <w:pPr>
                                  <w:spacing w:before="0" w:after="0"/>
                                  <w:jc w:val="center"/>
                                  <w:rPr>
                                    <w:rFonts w:cs="Arial"/>
                                    <w:b/>
                                    <w:bCs/>
                                    <w:color w:val="FFFFFF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bCs/>
                                    <w:color w:val="FFFFFF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48"/>
                        <wpg:cNvGrpSpPr/>
                        <wpg:grpSpPr bwMode="auto">
                          <a:xfrm>
                            <a:off x="215900" y="2171700"/>
                            <a:ext cx="254000" cy="254000"/>
                            <a:chOff x="0" y="0"/>
                            <a:chExt cx="400" cy="400"/>
                          </a:xfrm>
                        </wpg:grpSpPr>
                        <wps:wsp>
                          <wps:cNvPr id="55" name="Oval 5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" y="40"/>
                              <a:ext cx="340" cy="32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Text Box 122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0" y="0"/>
                              <a:ext cx="400" cy="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5C61" w:rsidRDefault="00C95C61" w:rsidP="004660BE">
                                <w:pPr>
                                  <w:spacing w:before="0" w:after="0"/>
                                  <w:jc w:val="center"/>
                                  <w:rPr>
                                    <w:rFonts w:cs="Arial"/>
                                    <w:b/>
                                    <w:bCs/>
                                    <w:color w:val="FFFFFF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bCs/>
                                    <w:color w:val="FFFFFF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58"/>
                        <wpg:cNvGrpSpPr/>
                        <wpg:grpSpPr bwMode="auto">
                          <a:xfrm>
                            <a:off x="215900" y="5461000"/>
                            <a:ext cx="254000" cy="254000"/>
                            <a:chOff x="0" y="0"/>
                            <a:chExt cx="400" cy="400"/>
                          </a:xfrm>
                        </wpg:grpSpPr>
                        <wps:wsp>
                          <wps:cNvPr id="59" name="Oval 5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" y="40"/>
                              <a:ext cx="340" cy="32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Text Box 122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0" y="0"/>
                              <a:ext cx="400" cy="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5C61" w:rsidRDefault="00C95C61" w:rsidP="004660BE">
                                <w:pPr>
                                  <w:spacing w:before="0" w:after="0"/>
                                  <w:jc w:val="center"/>
                                  <w:rPr>
                                    <w:rFonts w:cs="Arial"/>
                                    <w:b/>
                                    <w:bCs/>
                                    <w:color w:val="FFFFFF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bCs/>
                                    <w:color w:val="FFFFFF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1="http://schemas.microsoft.com/office/drawing/2015/9/8/chartex">
            <w:pict>
              <v:group id="Group 23" o:spid="_x0000_s1031" style="position:absolute;margin-left:3.3pt;margin-top:26.25pt;width:479.05pt;height:578.75pt;z-index:251661312" coordsize="60840,735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">
                <v:line id="Straight Connector 24" o:spid="_x0000_s1032" style="position:absolute;visibility:visible;mso-wrap-style:square" from="0,0" to="6084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" strokecolor="#c00000"/>
                <v:shape id="Text Box 26" o:spid="_x0000_s1033" type="#_x0000_t202" style="position:absolute;left:4826;top:3302;width:48387;height:701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<v:textbox>
                    <w:txbxContent>
                      <w:p w:rsidR="00C95C61" w:rsidRPr="00F748B3" w:rsidRDefault="00C95C61" w:rsidP="00F748B3">
                        <w:pPr>
                          <w:spacing w:after="240"/>
                        </w:pPr>
                        <w:r w:rsidRPr="00F748B3">
                          <w:rPr>
                            <w:rFonts w:cs="Arial"/>
                          </w:rPr>
                          <w:t xml:space="preserve">The </w:t>
                        </w:r>
                        <w:r>
                          <w:t xml:space="preserve">keyboard shortcut to open </w:t>
                        </w:r>
                        <w:r>
                          <w:rPr>
                            <w:b/>
                            <w:i/>
                          </w:rPr>
                          <w:t>Backstage</w:t>
                        </w:r>
                        <w:r>
                          <w:t xml:space="preserve"> view is</w:t>
                        </w:r>
                        <w:r w:rsidRPr="00F748B3">
                          <w:t>:</w:t>
                        </w:r>
                      </w:p>
                      <w:p w:rsidR="00C95C61" w:rsidRDefault="00C95C61" w:rsidP="00F748B3">
                        <w:pPr>
                          <w:tabs>
                            <w:tab w:val="right" w:leader="underscore" w:pos="7088"/>
                          </w:tabs>
                          <w:spacing w:line="360" w:lineRule="auto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ab/>
                        </w:r>
                      </w:p>
                      <w:p w:rsidR="00C95C61" w:rsidRDefault="00C95C61" w:rsidP="00F748B3">
                        <w:pPr>
                          <w:tabs>
                            <w:tab w:val="right" w:leader="underscore" w:pos="7088"/>
                          </w:tabs>
                          <w:spacing w:before="240" w:after="240"/>
                        </w:pPr>
                        <w:r>
                          <w:t>Which key did you use to navigate to slide 6?</w:t>
                        </w:r>
                      </w:p>
                      <w:p w:rsidR="00C95C61" w:rsidRDefault="00C95C61" w:rsidP="00F748B3">
                        <w:pPr>
                          <w:tabs>
                            <w:tab w:val="right" w:leader="underscore" w:pos="7088"/>
                          </w:tabs>
                          <w:spacing w:line="360" w:lineRule="auto"/>
                        </w:pPr>
                        <w:r>
                          <w:tab/>
                        </w:r>
                      </w:p>
                      <w:p w:rsidR="00C95C61" w:rsidRDefault="00C95C61" w:rsidP="00F748B3">
                        <w:pPr>
                          <w:tabs>
                            <w:tab w:val="right" w:leader="underscore" w:pos="7088"/>
                          </w:tabs>
                          <w:spacing w:line="360" w:lineRule="auto"/>
                        </w:pPr>
                        <w:r>
                          <w:t>Which keyboard shortcut did you use to move directly back to slide 1?</w:t>
                        </w:r>
                      </w:p>
                      <w:p w:rsidR="00C95C61" w:rsidRDefault="00C95C61" w:rsidP="00F748B3">
                        <w:pPr>
                          <w:tabs>
                            <w:tab w:val="right" w:leader="underscore" w:pos="7088"/>
                          </w:tabs>
                          <w:spacing w:line="360" w:lineRule="auto"/>
                        </w:pPr>
                        <w:r>
                          <w:tab/>
                        </w:r>
                      </w:p>
                      <w:p w:rsidR="00C95C61" w:rsidRDefault="00C95C61" w:rsidP="00F748B3">
                        <w:pPr>
                          <w:tabs>
                            <w:tab w:val="right" w:leader="underscore" w:pos="7088"/>
                          </w:tabs>
                          <w:spacing w:before="240" w:after="240"/>
                        </w:pPr>
                        <w:r>
                          <w:t xml:space="preserve">On which tab did you find the </w:t>
                        </w:r>
                        <w:r>
                          <w:rPr>
                            <w:b/>
                            <w:i/>
                          </w:rPr>
                          <w:t>Zoom</w:t>
                        </w:r>
                        <w:r>
                          <w:t xml:space="preserve"> option?</w:t>
                        </w:r>
                      </w:p>
                      <w:p w:rsidR="00C95C61" w:rsidRDefault="00C95C61" w:rsidP="00F748B3">
                        <w:pPr>
                          <w:tabs>
                            <w:tab w:val="right" w:leader="underscore" w:pos="7088"/>
                          </w:tabs>
                          <w:spacing w:line="360" w:lineRule="auto"/>
                        </w:pPr>
                        <w:r>
                          <w:tab/>
                        </w:r>
                      </w:p>
                      <w:p w:rsidR="00C95C61" w:rsidRDefault="00C95C61" w:rsidP="00F748B3">
                        <w:pPr>
                          <w:tabs>
                            <w:tab w:val="right" w:leader="underscore" w:pos="7088"/>
                          </w:tabs>
                          <w:spacing w:line="360" w:lineRule="auto"/>
                        </w:pPr>
                        <w:r>
                          <w:t>How did you ensure that you changed the zoom for the slide thumbnails and not the active slide?</w:t>
                        </w:r>
                      </w:p>
                      <w:p w:rsidR="00C95C61" w:rsidRDefault="00C95C61" w:rsidP="00F748B3">
                        <w:pPr>
                          <w:tabs>
                            <w:tab w:val="right" w:leader="underscore" w:pos="7088"/>
                          </w:tabs>
                          <w:spacing w:line="360" w:lineRule="auto"/>
                        </w:pPr>
                        <w:r>
                          <w:tab/>
                        </w:r>
                      </w:p>
                      <w:p w:rsidR="00C95C61" w:rsidRDefault="00C95C61" w:rsidP="00F748B3">
                        <w:pPr>
                          <w:tabs>
                            <w:tab w:val="right" w:leader="underscore" w:pos="7088"/>
                          </w:tabs>
                          <w:spacing w:line="360" w:lineRule="auto"/>
                        </w:pPr>
                        <w:r>
                          <w:tab/>
                        </w:r>
                      </w:p>
                      <w:p w:rsidR="00C95C61" w:rsidRDefault="00C95C61" w:rsidP="00F53B73">
                        <w:pPr>
                          <w:tabs>
                            <w:tab w:val="right" w:leader="underscore" w:pos="7088"/>
                          </w:tabs>
                          <w:spacing w:before="240" w:after="240"/>
                        </w:pPr>
                        <w:r>
                          <w:t xml:space="preserve">What is the keyboard shortcut to display the </w:t>
                        </w:r>
                        <w:r>
                          <w:rPr>
                            <w:b/>
                            <w:i/>
                          </w:rPr>
                          <w:t>Open</w:t>
                        </w:r>
                        <w:r>
                          <w:t xml:space="preserve"> dialog box?</w:t>
                        </w:r>
                      </w:p>
                      <w:p w:rsidR="00C95C61" w:rsidRDefault="00C95C61" w:rsidP="00F53B73">
                        <w:pPr>
                          <w:tabs>
                            <w:tab w:val="right" w:leader="underscore" w:pos="7088"/>
                          </w:tabs>
                          <w:spacing w:before="240" w:after="240"/>
                        </w:pPr>
                        <w:r>
                          <w:tab/>
                        </w:r>
                      </w:p>
                      <w:p w:rsidR="00C95C61" w:rsidRDefault="00C95C61" w:rsidP="004660BE">
                        <w:pPr>
                          <w:tabs>
                            <w:tab w:val="left" w:pos="2835"/>
                            <w:tab w:val="right" w:leader="underscore" w:pos="7088"/>
                          </w:tabs>
                          <w:spacing w:line="360" w:lineRule="auto"/>
                        </w:pPr>
                        <w:r>
                          <w:t xml:space="preserve">Which key did you use to select more than one file in the </w:t>
                        </w:r>
                        <w:r w:rsidRPr="00164120">
                          <w:rPr>
                            <w:b/>
                            <w:i/>
                          </w:rPr>
                          <w:t>Open</w:t>
                        </w:r>
                        <w:r>
                          <w:t xml:space="preserve"> dialog box?</w:t>
                        </w:r>
                      </w:p>
                      <w:p w:rsidR="00C95C61" w:rsidRDefault="00C95C61" w:rsidP="00164120">
                        <w:pPr>
                          <w:tabs>
                            <w:tab w:val="right" w:leader="underscore" w:pos="7088"/>
                          </w:tabs>
                          <w:spacing w:line="360" w:lineRule="auto"/>
                        </w:pPr>
                        <w:r>
                          <w:tab/>
                        </w:r>
                      </w:p>
                      <w:p w:rsidR="00C95C61" w:rsidRDefault="00C95C61" w:rsidP="00164120">
                        <w:pPr>
                          <w:tabs>
                            <w:tab w:val="right" w:leader="underscore" w:pos="7088"/>
                          </w:tabs>
                          <w:spacing w:line="360" w:lineRule="auto"/>
                        </w:pPr>
                        <w:r>
                          <w:t>Which option on the ribbon did you use to switch presentations?</w:t>
                        </w:r>
                      </w:p>
                      <w:p w:rsidR="00C95C61" w:rsidRDefault="00C95C61" w:rsidP="00164120">
                        <w:pPr>
                          <w:tabs>
                            <w:tab w:val="right" w:leader="underscore" w:pos="7088"/>
                          </w:tabs>
                          <w:spacing w:line="360" w:lineRule="auto"/>
                        </w:pPr>
                        <w:r>
                          <w:tab/>
                        </w:r>
                      </w:p>
                      <w:p w:rsidR="00C95C61" w:rsidRPr="00164120" w:rsidRDefault="00C95C61" w:rsidP="00164120">
                        <w:pPr>
                          <w:tabs>
                            <w:tab w:val="right" w:leader="underscore" w:pos="7088"/>
                          </w:tabs>
                          <w:spacing w:line="360" w:lineRule="auto"/>
                        </w:pPr>
                        <w:r>
                          <w:t xml:space="preserve">Where do you find the </w:t>
                        </w:r>
                        <w:r>
                          <w:rPr>
                            <w:b/>
                            <w:i/>
                          </w:rPr>
                          <w:t>Recent Presentations</w:t>
                        </w:r>
                        <w:r>
                          <w:t xml:space="preserve"> list?</w:t>
                        </w:r>
                      </w:p>
                      <w:p w:rsidR="00C95C61" w:rsidRDefault="00C95C61" w:rsidP="00164120">
                        <w:pPr>
                          <w:tabs>
                            <w:tab w:val="right" w:leader="underscore" w:pos="7088"/>
                          </w:tabs>
                          <w:spacing w:line="360" w:lineRule="auto"/>
                        </w:pPr>
                        <w:r>
                          <w:tab/>
                        </w:r>
                      </w:p>
                    </w:txbxContent>
                  </v:textbox>
                </v:shape>
                <v:group id="Group 27" o:spid="_x0000_s1034" style="position:absolute;left:2159;top:3683;width:2540;height:2540" coordsize="400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oval id="Oval 28" o:spid="_x0000_s1035" style="position:absolute;left:40;top:40;width:340;height: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" fillcolor="#c00000" stroked="f">
                    <o:lock v:ext="edit" aspectratio="t"/>
                  </v:oval>
                  <v:shape id="Text Box 122" o:spid="_x0000_s1036" type="#_x0000_t202" style="position:absolute;width:400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" filled="f" fillcolor="black" stroked="f">
                    <o:lock v:ext="edit" aspectratio="t"/>
                    <v:textbox>
                      <w:txbxContent>
                        <w:p w:rsidR="00C95C61" w:rsidRDefault="00C95C61" w:rsidP="004660BE">
                          <w:pPr>
                            <w:spacing w:before="0" w:after="0"/>
                            <w:jc w:val="center"/>
                            <w:rPr>
                              <w:rFonts w:cs="Arial"/>
                              <w:b/>
                              <w:bCs/>
                              <w:color w:val="FFFFFF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color w:val="FFFFFF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group id="Group 31" o:spid="_x0000_s1037" style="position:absolute;left:2159;top:10160;width:2540;height:2540" coordsize="400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oval id="Oval 32" o:spid="_x0000_s1038" style="position:absolute;left:40;top:40;width:340;height: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" fillcolor="#c00000" stroked="f">
                    <o:lock v:ext="edit" aspectratio="t"/>
                  </v:oval>
                  <v:shape id="Text Box 122" o:spid="_x0000_s1039" type="#_x0000_t202" style="position:absolute;width:400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" filled="f" fillcolor="black" stroked="f">
                    <o:lock v:ext="edit" aspectratio="t"/>
                    <v:textbox>
                      <w:txbxContent>
                        <w:p w:rsidR="00C95C61" w:rsidRDefault="00C95C61" w:rsidP="004660BE">
                          <w:pPr>
                            <w:spacing w:before="0" w:after="0"/>
                            <w:jc w:val="center"/>
                            <w:rPr>
                              <w:rFonts w:cs="Arial"/>
                              <w:b/>
                              <w:bCs/>
                              <w:color w:val="FFFFFF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color w:val="FFFFFF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v:group id="Group 34" o:spid="_x0000_s1040" style="position:absolute;left:2159;top:38608;width:2540;height:2540" coordsize="400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oval id="Oval 35" o:spid="_x0000_s1041" style="position:absolute;left:40;top:40;width:340;height: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" fillcolor="#c00000" stroked="f">
                    <o:lock v:ext="edit" aspectratio="t"/>
                  </v:oval>
                  <v:shape id="Text Box 122" o:spid="_x0000_s1042" type="#_x0000_t202" style="position:absolute;width:400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" filled="f" fillcolor="black" stroked="f">
                    <o:lock v:ext="edit" aspectratio="t"/>
                    <v:textbox>
                      <w:txbxContent>
                        <w:p w:rsidR="00C95C61" w:rsidRDefault="00C95C61" w:rsidP="004660BE">
                          <w:pPr>
                            <w:spacing w:before="0" w:after="0"/>
                            <w:jc w:val="center"/>
                            <w:rPr>
                              <w:rFonts w:cs="Arial"/>
                              <w:b/>
                              <w:bCs/>
                              <w:color w:val="FFFFFF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color w:val="FFFFFF"/>
                            </w:rPr>
                            <w:t>5</w:t>
                          </w:r>
                        </w:p>
                      </w:txbxContent>
                    </v:textbox>
                  </v:shape>
                </v:group>
                <v:group id="Group 37" o:spid="_x0000_s1043" style="position:absolute;left:2159;top:49530;width:2540;height:2540" coordsize="400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oval id="Oval 38" o:spid="_x0000_s1044" style="position:absolute;left:40;top:40;width:340;height: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" fillcolor="#c00000" stroked="f">
                    <o:lock v:ext="edit" aspectratio="t"/>
                  </v:oval>
                  <v:shape id="Text Box 122" o:spid="_x0000_s1045" type="#_x0000_t202" style="position:absolute;width:400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" filled="f" fillcolor="black" stroked="f">
                    <o:lock v:ext="edit" aspectratio="t"/>
                    <v:textbox>
                      <w:txbxContent>
                        <w:p w:rsidR="00C95C61" w:rsidRDefault="00C95C61" w:rsidP="004660BE">
                          <w:pPr>
                            <w:spacing w:before="0" w:after="0"/>
                            <w:jc w:val="center"/>
                            <w:rPr>
                              <w:rFonts w:cs="Arial"/>
                              <w:b/>
                              <w:bCs/>
                              <w:color w:val="FFFFFF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color w:val="FFFFFF"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v:group id="Group 48" o:spid="_x0000_s1046" style="position:absolute;left:2159;top:21717;width:2540;height:2540" coordsize="400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oval id="Oval 55" o:spid="_x0000_s1047" style="position:absolute;left:40;top:40;width:340;height: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" fillcolor="#c00000" stroked="f">
                    <o:lock v:ext="edit" aspectratio="t"/>
                  </v:oval>
                  <v:shape id="Text Box 122" o:spid="_x0000_s1048" type="#_x0000_t202" style="position:absolute;width:400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" filled="f" fillcolor="black" stroked="f">
                    <o:lock v:ext="edit" aspectratio="t"/>
                    <v:textbox>
                      <w:txbxContent>
                        <w:p w:rsidR="00C95C61" w:rsidRDefault="00C95C61" w:rsidP="004660BE">
                          <w:pPr>
                            <w:spacing w:before="0" w:after="0"/>
                            <w:jc w:val="center"/>
                            <w:rPr>
                              <w:rFonts w:cs="Arial"/>
                              <w:b/>
                              <w:bCs/>
                              <w:color w:val="FFFFFF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color w:val="FFFFFF"/>
                            </w:rPr>
                            <w:t>4</w:t>
                          </w:r>
                        </w:p>
                      </w:txbxContent>
                    </v:textbox>
                  </v:shape>
                </v:group>
                <v:group id="Group 58" o:spid="_x0000_s1049" style="position:absolute;left:2159;top:54610;width:2540;height:2540" coordsize="400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oval id="Oval 59" o:spid="_x0000_s1050" style="position:absolute;left:40;top:40;width:340;height: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" fillcolor="#c00000" stroked="f">
                    <o:lock v:ext="edit" aspectratio="t"/>
                  </v:oval>
                  <v:shape id="Text Box 122" o:spid="_x0000_s1051" type="#_x0000_t202" style="position:absolute;width:400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" filled="f" fillcolor="black" stroked="f">
                    <o:lock v:ext="edit" aspectratio="t"/>
                    <v:textbox>
                      <w:txbxContent>
                        <w:p w:rsidR="00C95C61" w:rsidRDefault="00C95C61" w:rsidP="004660BE">
                          <w:pPr>
                            <w:spacing w:before="0" w:after="0"/>
                            <w:jc w:val="center"/>
                            <w:rPr>
                              <w:rFonts w:cs="Arial"/>
                              <w:b/>
                              <w:bCs/>
                              <w:color w:val="FFFFFF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color w:val="FFFFFF"/>
                            </w:rPr>
                            <w:t>7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E70094" w:rsidRPr="00C95C61" w:rsidRDefault="00E70094" w:rsidP="00C95C61"/>
    <w:sectPr w:rsidR="00E70094" w:rsidRPr="00C95C61" w:rsidSect="00C95C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964" w:right="1134" w:bottom="1440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5A9" w:rsidRDefault="000145A9">
      <w:r>
        <w:separator/>
      </w:r>
    </w:p>
  </w:endnote>
  <w:endnote w:type="continuationSeparator" w:id="0">
    <w:p w:rsidR="000145A9" w:rsidRDefault="00014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Numbers">
    <w:panose1 w:val="020B0603050302020204"/>
    <w:charset w:val="02"/>
    <w:family w:val="swiss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494" w:rsidRDefault="000145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D0D" w:rsidRDefault="003233C5" w:rsidP="00BE7494">
    <w:pPr>
      <w:pStyle w:val="Footer"/>
    </w:pPr>
    <w:r>
      <w:t>Dynamic Web Training</w:t>
    </w:r>
    <w:bookmarkStart w:id="3" w:name="_GoBack"/>
    <w:bookmarkEnd w:id="3"/>
    <w:r w:rsidR="00C95C61">
      <w:tab/>
      <w:t xml:space="preserve">Page </w:t>
    </w:r>
    <w:r w:rsidR="00C95C61">
      <w:fldChar w:fldCharType="begin"/>
    </w:r>
    <w:r w:rsidR="00C95C61">
      <w:instrText xml:space="preserve"> PAGE  \* MERGEFORMAT </w:instrText>
    </w:r>
    <w:r w:rsidR="00C95C61">
      <w:fldChar w:fldCharType="separate"/>
    </w:r>
    <w:r>
      <w:rPr>
        <w:noProof/>
      </w:rPr>
      <w:t>1</w:t>
    </w:r>
    <w:r w:rsidR="00C95C61">
      <w:fldChar w:fldCharType="end"/>
    </w:r>
    <w:r w:rsidR="00C95C61">
      <w:tab/>
      <w:t>Chapter 3 - Challenge Exercise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494" w:rsidRDefault="000145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5A9" w:rsidRDefault="000145A9">
      <w:r>
        <w:separator/>
      </w:r>
    </w:p>
  </w:footnote>
  <w:footnote w:type="continuationSeparator" w:id="0">
    <w:p w:rsidR="000145A9" w:rsidRDefault="000145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494" w:rsidRDefault="000145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D0D" w:rsidRDefault="00C95C61" w:rsidP="00510E30">
    <w:pPr>
      <w:pStyle w:val="Header"/>
      <w:tabs>
        <w:tab w:val="clear" w:pos="8306"/>
        <w:tab w:val="right" w:pos="9639"/>
      </w:tabs>
    </w:pPr>
    <w:r>
      <w:t>Microsoft PowerPoint 2016 - Level 1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494" w:rsidRDefault="000145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621A0DF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3"/>
      </w:p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797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3"/>
      </w:p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</w:lvl>
  </w:abstractNum>
  <w:abstractNum w:abstractNumId="1" w15:restartNumberingAfterBreak="0">
    <w:nsid w:val="030213DA"/>
    <w:multiLevelType w:val="hybridMultilevel"/>
    <w:tmpl w:val="750269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16AA7"/>
    <w:multiLevelType w:val="singleLevel"/>
    <w:tmpl w:val="6F5C83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45C4786"/>
    <w:multiLevelType w:val="hybridMultilevel"/>
    <w:tmpl w:val="5E9041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F5F94"/>
    <w:multiLevelType w:val="hybridMultilevel"/>
    <w:tmpl w:val="DBE2E7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137CA7"/>
    <w:multiLevelType w:val="hybridMultilevel"/>
    <w:tmpl w:val="E93EA6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14615"/>
    <w:multiLevelType w:val="hybridMultilevel"/>
    <w:tmpl w:val="7502699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59009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C96757E"/>
    <w:multiLevelType w:val="hybridMultilevel"/>
    <w:tmpl w:val="49CA19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DFA08FC"/>
    <w:multiLevelType w:val="hybridMultilevel"/>
    <w:tmpl w:val="BAE0BFEC"/>
    <w:lvl w:ilvl="0" w:tplc="FFFFFFFF">
      <w:start w:val="1"/>
      <w:numFmt w:val="bullet"/>
      <w:pStyle w:val="Outcome"/>
      <w:lvlText w:val="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080" w:firstLine="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6"/>
  </w:num>
  <w:num w:numId="5">
    <w:abstractNumId w:val="6"/>
  </w:num>
  <w:num w:numId="6">
    <w:abstractNumId w:val="6"/>
  </w:num>
  <w:num w:numId="7">
    <w:abstractNumId w:val="1"/>
  </w:num>
  <w:num w:numId="8">
    <w:abstractNumId w:val="9"/>
  </w:num>
  <w:num w:numId="9">
    <w:abstractNumId w:val="4"/>
  </w:num>
  <w:num w:numId="10">
    <w:abstractNumId w:val="3"/>
  </w:num>
  <w:num w:numId="11">
    <w:abstractNumId w:val="5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AU" w:vendorID="8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aeaea,#ddd,#ffc,#3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D4B"/>
    <w:rsid w:val="000145A9"/>
    <w:rsid w:val="00032D8C"/>
    <w:rsid w:val="0003627C"/>
    <w:rsid w:val="00043464"/>
    <w:rsid w:val="00045EA8"/>
    <w:rsid w:val="0005206C"/>
    <w:rsid w:val="00052599"/>
    <w:rsid w:val="00053614"/>
    <w:rsid w:val="00066BD9"/>
    <w:rsid w:val="000738F9"/>
    <w:rsid w:val="00073CDA"/>
    <w:rsid w:val="0007501C"/>
    <w:rsid w:val="0007525F"/>
    <w:rsid w:val="000760D5"/>
    <w:rsid w:val="00082BAF"/>
    <w:rsid w:val="0009096B"/>
    <w:rsid w:val="00094C80"/>
    <w:rsid w:val="0009724E"/>
    <w:rsid w:val="000C53B3"/>
    <w:rsid w:val="000C5E58"/>
    <w:rsid w:val="000D3D3F"/>
    <w:rsid w:val="000D4C6A"/>
    <w:rsid w:val="000D7333"/>
    <w:rsid w:val="000E0733"/>
    <w:rsid w:val="000F513F"/>
    <w:rsid w:val="00100476"/>
    <w:rsid w:val="0010553D"/>
    <w:rsid w:val="0013664E"/>
    <w:rsid w:val="00137959"/>
    <w:rsid w:val="00137BDF"/>
    <w:rsid w:val="001479F1"/>
    <w:rsid w:val="00170712"/>
    <w:rsid w:val="00173A3F"/>
    <w:rsid w:val="001813FD"/>
    <w:rsid w:val="00194DBB"/>
    <w:rsid w:val="001B061E"/>
    <w:rsid w:val="001B06E4"/>
    <w:rsid w:val="001C3DD9"/>
    <w:rsid w:val="001D1B3D"/>
    <w:rsid w:val="001E00EF"/>
    <w:rsid w:val="001F186F"/>
    <w:rsid w:val="001F4D4B"/>
    <w:rsid w:val="00200C5F"/>
    <w:rsid w:val="00211820"/>
    <w:rsid w:val="00211FCA"/>
    <w:rsid w:val="00213E11"/>
    <w:rsid w:val="002505F3"/>
    <w:rsid w:val="00250F54"/>
    <w:rsid w:val="00251169"/>
    <w:rsid w:val="00252925"/>
    <w:rsid w:val="00257641"/>
    <w:rsid w:val="00257BD3"/>
    <w:rsid w:val="002645DE"/>
    <w:rsid w:val="00277EB9"/>
    <w:rsid w:val="002832E2"/>
    <w:rsid w:val="00283E32"/>
    <w:rsid w:val="002907A7"/>
    <w:rsid w:val="00292E8A"/>
    <w:rsid w:val="0029338C"/>
    <w:rsid w:val="002978B2"/>
    <w:rsid w:val="002F5096"/>
    <w:rsid w:val="00300D7E"/>
    <w:rsid w:val="003165F9"/>
    <w:rsid w:val="003233C5"/>
    <w:rsid w:val="0033774F"/>
    <w:rsid w:val="003442B1"/>
    <w:rsid w:val="00364A6A"/>
    <w:rsid w:val="003C1CA5"/>
    <w:rsid w:val="003D0922"/>
    <w:rsid w:val="003D690F"/>
    <w:rsid w:val="003D76C6"/>
    <w:rsid w:val="003E2CE0"/>
    <w:rsid w:val="0040786A"/>
    <w:rsid w:val="00417194"/>
    <w:rsid w:val="004251D8"/>
    <w:rsid w:val="004344A6"/>
    <w:rsid w:val="00441CBF"/>
    <w:rsid w:val="00463C11"/>
    <w:rsid w:val="004806AB"/>
    <w:rsid w:val="00485B59"/>
    <w:rsid w:val="00496C00"/>
    <w:rsid w:val="004A6903"/>
    <w:rsid w:val="004B1E57"/>
    <w:rsid w:val="004B48CB"/>
    <w:rsid w:val="004B67CE"/>
    <w:rsid w:val="004E5286"/>
    <w:rsid w:val="004F7EEC"/>
    <w:rsid w:val="00500973"/>
    <w:rsid w:val="005147CC"/>
    <w:rsid w:val="005223F5"/>
    <w:rsid w:val="00522512"/>
    <w:rsid w:val="0055182E"/>
    <w:rsid w:val="00573D31"/>
    <w:rsid w:val="005774C5"/>
    <w:rsid w:val="005939D7"/>
    <w:rsid w:val="00594E4C"/>
    <w:rsid w:val="00596F4F"/>
    <w:rsid w:val="005A14A5"/>
    <w:rsid w:val="005A610A"/>
    <w:rsid w:val="005B4F8C"/>
    <w:rsid w:val="005B52CE"/>
    <w:rsid w:val="005D5705"/>
    <w:rsid w:val="005D64AE"/>
    <w:rsid w:val="005F28B7"/>
    <w:rsid w:val="00601181"/>
    <w:rsid w:val="0061005C"/>
    <w:rsid w:val="0062123D"/>
    <w:rsid w:val="0062256D"/>
    <w:rsid w:val="00624252"/>
    <w:rsid w:val="006319B5"/>
    <w:rsid w:val="0064092C"/>
    <w:rsid w:val="0064186E"/>
    <w:rsid w:val="00650050"/>
    <w:rsid w:val="00663E8D"/>
    <w:rsid w:val="00681352"/>
    <w:rsid w:val="00681B4B"/>
    <w:rsid w:val="00686E5C"/>
    <w:rsid w:val="006934CD"/>
    <w:rsid w:val="006A4B76"/>
    <w:rsid w:val="006C2DF2"/>
    <w:rsid w:val="006C68AB"/>
    <w:rsid w:val="006C7A6D"/>
    <w:rsid w:val="006D5B7C"/>
    <w:rsid w:val="006E3241"/>
    <w:rsid w:val="006F5558"/>
    <w:rsid w:val="006F5DFF"/>
    <w:rsid w:val="006F6349"/>
    <w:rsid w:val="00706A6B"/>
    <w:rsid w:val="007105FC"/>
    <w:rsid w:val="00733742"/>
    <w:rsid w:val="00770F4A"/>
    <w:rsid w:val="00771911"/>
    <w:rsid w:val="007725FA"/>
    <w:rsid w:val="007857FE"/>
    <w:rsid w:val="00790234"/>
    <w:rsid w:val="007958C3"/>
    <w:rsid w:val="007964F3"/>
    <w:rsid w:val="007B37B0"/>
    <w:rsid w:val="007B7310"/>
    <w:rsid w:val="007C3A53"/>
    <w:rsid w:val="007C437A"/>
    <w:rsid w:val="007F43D2"/>
    <w:rsid w:val="007F4E33"/>
    <w:rsid w:val="008051B9"/>
    <w:rsid w:val="00821396"/>
    <w:rsid w:val="00824201"/>
    <w:rsid w:val="00841189"/>
    <w:rsid w:val="008423D0"/>
    <w:rsid w:val="00843ACD"/>
    <w:rsid w:val="00847054"/>
    <w:rsid w:val="00857485"/>
    <w:rsid w:val="00867F87"/>
    <w:rsid w:val="00870578"/>
    <w:rsid w:val="00875FA1"/>
    <w:rsid w:val="00885E71"/>
    <w:rsid w:val="008A1C6B"/>
    <w:rsid w:val="008A44C7"/>
    <w:rsid w:val="008B0BDB"/>
    <w:rsid w:val="008C0BF8"/>
    <w:rsid w:val="008C16E9"/>
    <w:rsid w:val="008D3A29"/>
    <w:rsid w:val="008D73BE"/>
    <w:rsid w:val="00900CC6"/>
    <w:rsid w:val="00900FBD"/>
    <w:rsid w:val="009066D1"/>
    <w:rsid w:val="00916037"/>
    <w:rsid w:val="00921171"/>
    <w:rsid w:val="009347D3"/>
    <w:rsid w:val="00937E4D"/>
    <w:rsid w:val="009410A7"/>
    <w:rsid w:val="009478F9"/>
    <w:rsid w:val="00963ACD"/>
    <w:rsid w:val="0096705F"/>
    <w:rsid w:val="00972628"/>
    <w:rsid w:val="009841CD"/>
    <w:rsid w:val="00984689"/>
    <w:rsid w:val="00986D2F"/>
    <w:rsid w:val="009A3065"/>
    <w:rsid w:val="009B4B02"/>
    <w:rsid w:val="009C2027"/>
    <w:rsid w:val="009F0487"/>
    <w:rsid w:val="009F7C96"/>
    <w:rsid w:val="00A06E2D"/>
    <w:rsid w:val="00A20C3B"/>
    <w:rsid w:val="00A529A6"/>
    <w:rsid w:val="00A53EA4"/>
    <w:rsid w:val="00A744F5"/>
    <w:rsid w:val="00AB7096"/>
    <w:rsid w:val="00AE3528"/>
    <w:rsid w:val="00AF24AB"/>
    <w:rsid w:val="00B043F0"/>
    <w:rsid w:val="00B04A2A"/>
    <w:rsid w:val="00B07021"/>
    <w:rsid w:val="00B134BB"/>
    <w:rsid w:val="00B13D83"/>
    <w:rsid w:val="00B22040"/>
    <w:rsid w:val="00B231C0"/>
    <w:rsid w:val="00B362B3"/>
    <w:rsid w:val="00B57C30"/>
    <w:rsid w:val="00B631AB"/>
    <w:rsid w:val="00B70BD4"/>
    <w:rsid w:val="00BA3FFE"/>
    <w:rsid w:val="00BC77BB"/>
    <w:rsid w:val="00BD2F10"/>
    <w:rsid w:val="00BE230D"/>
    <w:rsid w:val="00BE3B3D"/>
    <w:rsid w:val="00BE6FB4"/>
    <w:rsid w:val="00BF3223"/>
    <w:rsid w:val="00C0183E"/>
    <w:rsid w:val="00C04913"/>
    <w:rsid w:val="00C2065F"/>
    <w:rsid w:val="00C43BC6"/>
    <w:rsid w:val="00C4642D"/>
    <w:rsid w:val="00C70C69"/>
    <w:rsid w:val="00C72F61"/>
    <w:rsid w:val="00C84082"/>
    <w:rsid w:val="00C95C61"/>
    <w:rsid w:val="00C977B2"/>
    <w:rsid w:val="00CA0442"/>
    <w:rsid w:val="00CB3488"/>
    <w:rsid w:val="00CC33B2"/>
    <w:rsid w:val="00CD3E5A"/>
    <w:rsid w:val="00CD525B"/>
    <w:rsid w:val="00CD5C86"/>
    <w:rsid w:val="00CE4333"/>
    <w:rsid w:val="00CE6768"/>
    <w:rsid w:val="00CE6F06"/>
    <w:rsid w:val="00CE7800"/>
    <w:rsid w:val="00D00874"/>
    <w:rsid w:val="00D038B5"/>
    <w:rsid w:val="00D05781"/>
    <w:rsid w:val="00D058DE"/>
    <w:rsid w:val="00D07E7F"/>
    <w:rsid w:val="00D13821"/>
    <w:rsid w:val="00D27C98"/>
    <w:rsid w:val="00D3244C"/>
    <w:rsid w:val="00D35BD2"/>
    <w:rsid w:val="00D43BAC"/>
    <w:rsid w:val="00D4485E"/>
    <w:rsid w:val="00D477AD"/>
    <w:rsid w:val="00D563C7"/>
    <w:rsid w:val="00D60CDA"/>
    <w:rsid w:val="00D62F5C"/>
    <w:rsid w:val="00D67969"/>
    <w:rsid w:val="00D76704"/>
    <w:rsid w:val="00D80C22"/>
    <w:rsid w:val="00D827CD"/>
    <w:rsid w:val="00D84D8F"/>
    <w:rsid w:val="00DB77E3"/>
    <w:rsid w:val="00DC2453"/>
    <w:rsid w:val="00DE436E"/>
    <w:rsid w:val="00DF1CBC"/>
    <w:rsid w:val="00DF4E09"/>
    <w:rsid w:val="00DF6BC4"/>
    <w:rsid w:val="00E1389E"/>
    <w:rsid w:val="00E24D43"/>
    <w:rsid w:val="00E31F08"/>
    <w:rsid w:val="00E37A75"/>
    <w:rsid w:val="00E56709"/>
    <w:rsid w:val="00E70094"/>
    <w:rsid w:val="00E75941"/>
    <w:rsid w:val="00E80A2B"/>
    <w:rsid w:val="00E8339A"/>
    <w:rsid w:val="00E95060"/>
    <w:rsid w:val="00E97104"/>
    <w:rsid w:val="00EA2AAB"/>
    <w:rsid w:val="00EA2CFE"/>
    <w:rsid w:val="00EC22FD"/>
    <w:rsid w:val="00EE15FD"/>
    <w:rsid w:val="00EF0C24"/>
    <w:rsid w:val="00F009EF"/>
    <w:rsid w:val="00F10BDA"/>
    <w:rsid w:val="00F3738E"/>
    <w:rsid w:val="00F575FF"/>
    <w:rsid w:val="00F73798"/>
    <w:rsid w:val="00F82DAF"/>
    <w:rsid w:val="00F96CD3"/>
    <w:rsid w:val="00FA37B1"/>
    <w:rsid w:val="00FB34EA"/>
    <w:rsid w:val="00FC3DA1"/>
    <w:rsid w:val="00FC6074"/>
    <w:rsid w:val="00FD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eaeaea,#ddd,#ffc,#396"/>
    </o:shapedefaults>
    <o:shapelayout v:ext="edit">
      <o:idmap v:ext="edit" data="1"/>
    </o:shapelayout>
  </w:shapeDefaults>
  <w:decimalSymbol w:val="."/>
  <w:listSeparator w:val=","/>
  <w15:docId w15:val="{C54A2D44-BE3F-4945-9A7A-BCA23743F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1181"/>
    <w:pPr>
      <w:spacing w:before="60" w:after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250F54"/>
    <w:pPr>
      <w:keepNext/>
      <w:pageBreakBefore/>
      <w:spacing w:before="1040" w:after="0"/>
      <w:ind w:left="1134" w:right="-851"/>
      <w:outlineLvl w:val="0"/>
    </w:pPr>
    <w:rPr>
      <w:rFonts w:ascii="Arial Narrow" w:hAnsi="Arial Narrow"/>
      <w:b/>
      <w:smallCaps/>
      <w:color w:val="0000FF"/>
      <w:kern w:val="28"/>
      <w:sz w:val="56"/>
    </w:rPr>
  </w:style>
  <w:style w:type="paragraph" w:styleId="Heading2">
    <w:name w:val="heading 2"/>
    <w:basedOn w:val="Normal"/>
    <w:next w:val="Normal"/>
    <w:qFormat/>
    <w:rsid w:val="000F513F"/>
    <w:pPr>
      <w:keepNext/>
      <w:pageBreakBefore/>
      <w:spacing w:before="0" w:after="120"/>
      <w:outlineLvl w:val="1"/>
    </w:pPr>
    <w:rPr>
      <w:b/>
      <w:smallCaps/>
      <w:color w:val="0000FF"/>
      <w:sz w:val="40"/>
      <w:szCs w:val="40"/>
    </w:rPr>
  </w:style>
  <w:style w:type="paragraph" w:styleId="Heading3">
    <w:name w:val="heading 3"/>
    <w:basedOn w:val="Normal"/>
    <w:next w:val="Normal"/>
    <w:qFormat/>
    <w:rsid w:val="009A3065"/>
    <w:pPr>
      <w:keepNext/>
      <w:outlineLvl w:val="2"/>
    </w:pPr>
    <w:rPr>
      <w:b/>
      <w:smallCaps/>
      <w:color w:val="0000FF"/>
      <w:kern w:val="28"/>
      <w:sz w:val="40"/>
    </w:rPr>
  </w:style>
  <w:style w:type="paragraph" w:styleId="Heading4">
    <w:name w:val="heading 4"/>
    <w:basedOn w:val="Normal"/>
    <w:next w:val="Normal"/>
    <w:qFormat/>
    <w:pPr>
      <w:keepNext/>
      <w:spacing w:before="240"/>
      <w:outlineLvl w:val="3"/>
    </w:pPr>
    <w:rPr>
      <w:b/>
      <w:i/>
      <w:sz w:val="24"/>
    </w:rPr>
  </w:style>
  <w:style w:type="paragraph" w:styleId="Heading5">
    <w:name w:val="heading 5"/>
    <w:basedOn w:val="Normal"/>
    <w:next w:val="Normal"/>
    <w:qFormat/>
    <w:pPr>
      <w:spacing w:before="24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spacing w:before="24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/>
      <w:outlineLvl w:val="6"/>
    </w:pPr>
  </w:style>
  <w:style w:type="paragraph" w:styleId="Heading8">
    <w:name w:val="heading 8"/>
    <w:basedOn w:val="Normal"/>
    <w:next w:val="Normal"/>
    <w:qFormat/>
    <w:pPr>
      <w:spacing w:before="24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spacing w:before="24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spacing w:after="0"/>
      <w:jc w:val="right"/>
    </w:pPr>
    <w:rPr>
      <w:i/>
      <w:sz w:val="18"/>
    </w:rPr>
  </w:style>
  <w:style w:type="paragraph" w:styleId="Footer">
    <w:name w:val="footer"/>
    <w:basedOn w:val="Normal"/>
    <w:rsid w:val="008C16E9"/>
    <w:pPr>
      <w:pBdr>
        <w:top w:val="single" w:sz="4" w:space="10" w:color="FF0000"/>
      </w:pBdr>
      <w:tabs>
        <w:tab w:val="center" w:pos="4820"/>
        <w:tab w:val="right" w:pos="9639"/>
      </w:tabs>
      <w:spacing w:before="0" w:after="0"/>
    </w:pPr>
    <w:rPr>
      <w:i/>
      <w:color w:val="000000"/>
      <w:sz w:val="18"/>
    </w:rPr>
  </w:style>
  <w:style w:type="paragraph" w:styleId="BalloonText">
    <w:name w:val="Balloon Text"/>
    <w:basedOn w:val="Normal"/>
    <w:link w:val="BalloonTextChar"/>
    <w:rsid w:val="005147C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147CC"/>
    <w:rPr>
      <w:rFonts w:ascii="Tahoma" w:hAnsi="Tahoma" w:cs="Tahoma"/>
      <w:sz w:val="16"/>
      <w:szCs w:val="16"/>
      <w:lang w:eastAsia="en-US"/>
    </w:rPr>
  </w:style>
  <w:style w:type="paragraph" w:customStyle="1" w:styleId="Outcome">
    <w:name w:val="Outcome"/>
    <w:basedOn w:val="Normal"/>
    <w:rsid w:val="00870578"/>
    <w:pPr>
      <w:numPr>
        <w:numId w:val="8"/>
      </w:numPr>
    </w:pPr>
  </w:style>
  <w:style w:type="paragraph" w:styleId="BodyText">
    <w:name w:val="Body Text"/>
    <w:basedOn w:val="Normal"/>
    <w:link w:val="BodyTextChar"/>
    <w:rsid w:val="00870578"/>
    <w:pPr>
      <w:spacing w:before="0" w:after="0"/>
    </w:pPr>
    <w:rPr>
      <w:rFonts w:ascii="Arial Narrow" w:hAnsi="Arial Narrow" w:cs="Arial"/>
      <w:b/>
      <w:smallCaps/>
      <w:color w:val="FFFFF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870578"/>
    <w:rPr>
      <w:rFonts w:ascii="Arial Narrow" w:hAnsi="Arial Narrow" w:cs="Arial"/>
      <w:b/>
      <w:smallCaps/>
      <w:color w:val="FFFFFF"/>
      <w:sz w:val="28"/>
      <w:szCs w:val="28"/>
      <w:lang w:eastAsia="en-US"/>
    </w:rPr>
  </w:style>
  <w:style w:type="paragraph" w:customStyle="1" w:styleId="AcknowledgementsHeading">
    <w:name w:val="Acknowledgements Heading"/>
    <w:basedOn w:val="Normal"/>
    <w:rsid w:val="00986D2F"/>
    <w:pPr>
      <w:spacing w:before="120" w:after="120"/>
    </w:pPr>
    <w:rPr>
      <w:b/>
    </w:rPr>
  </w:style>
  <w:style w:type="paragraph" w:customStyle="1" w:styleId="AcknowledgementsText">
    <w:name w:val="Acknowledgements Text"/>
    <w:basedOn w:val="Normal"/>
    <w:rsid w:val="008A44C7"/>
    <w:pPr>
      <w:spacing w:before="120" w:after="120"/>
      <w:ind w:right="2835"/>
    </w:pPr>
    <w:rPr>
      <w:sz w:val="18"/>
      <w:szCs w:val="24"/>
    </w:rPr>
  </w:style>
  <w:style w:type="paragraph" w:customStyle="1" w:styleId="AcknowledgementsTightText">
    <w:name w:val="AcknowledgementsTightText"/>
    <w:basedOn w:val="Normal"/>
    <w:rsid w:val="00916037"/>
    <w:pPr>
      <w:spacing w:before="0" w:after="0"/>
      <w:ind w:right="2835"/>
    </w:pPr>
    <w:rPr>
      <w:sz w:val="18"/>
      <w:szCs w:val="24"/>
    </w:rPr>
  </w:style>
  <w:style w:type="paragraph" w:customStyle="1" w:styleId="AcknowledgementsTitle">
    <w:name w:val="AcknowledgementsTitle"/>
    <w:basedOn w:val="Normal"/>
    <w:rsid w:val="00463C11"/>
    <w:pPr>
      <w:spacing w:before="0" w:after="120"/>
      <w:ind w:right="1701"/>
    </w:pPr>
    <w:rPr>
      <w:rFonts w:ascii="Arial Narrow" w:hAnsi="Arial Narrow"/>
      <w:b/>
      <w:smallCaps/>
      <w:noProof/>
      <w:sz w:val="32"/>
      <w:szCs w:val="24"/>
      <w:lang w:eastAsia="zh-TW"/>
    </w:rPr>
  </w:style>
  <w:style w:type="paragraph" w:styleId="ListParagraph">
    <w:name w:val="List Paragraph"/>
    <w:basedOn w:val="Normal"/>
    <w:uiPriority w:val="34"/>
    <w:qFormat/>
    <w:rsid w:val="000D4C6A"/>
    <w:pPr>
      <w:ind w:left="720"/>
      <w:contextualSpacing/>
    </w:pPr>
  </w:style>
  <w:style w:type="paragraph" w:customStyle="1" w:styleId="FlysheetTitle1">
    <w:name w:val="Flysheet Title 1"/>
    <w:basedOn w:val="Normal"/>
    <w:rsid w:val="00B13D83"/>
    <w:pPr>
      <w:jc w:val="right"/>
    </w:pPr>
    <w:rPr>
      <w:rFonts w:ascii="Arial Narrow" w:hAnsi="Arial Narrow"/>
      <w:b/>
      <w:sz w:val="44"/>
      <w:szCs w:val="44"/>
    </w:rPr>
  </w:style>
  <w:style w:type="paragraph" w:customStyle="1" w:styleId="FlysheetSubtitle1">
    <w:name w:val="Flysheet Subtitle 1"/>
    <w:basedOn w:val="Normal"/>
    <w:rsid w:val="00B13D83"/>
    <w:pPr>
      <w:spacing w:before="0" w:after="0"/>
      <w:jc w:val="right"/>
    </w:pPr>
    <w:rPr>
      <w:rFonts w:ascii="Arial Narrow" w:hAnsi="Arial Narrow"/>
      <w:sz w:val="32"/>
      <w:szCs w:val="32"/>
    </w:rPr>
  </w:style>
  <w:style w:type="paragraph" w:customStyle="1" w:styleId="FlysheetTitle2">
    <w:name w:val="Flysheet Title 2"/>
    <w:basedOn w:val="Normal"/>
    <w:rsid w:val="00B13D83"/>
    <w:rPr>
      <w:sz w:val="36"/>
    </w:rPr>
  </w:style>
  <w:style w:type="paragraph" w:customStyle="1" w:styleId="FlysheetSubtitle2">
    <w:name w:val="Flysheet Subtitle 2"/>
    <w:basedOn w:val="FlysheetTitle2"/>
    <w:rsid w:val="00053614"/>
    <w:rPr>
      <w:rFonts w:ascii="Arial Narrow" w:hAnsi="Arial Narrow"/>
      <w:sz w:val="32"/>
    </w:rPr>
  </w:style>
  <w:style w:type="paragraph" w:customStyle="1" w:styleId="PrefaceHeading1">
    <w:name w:val="Preface Heading 1"/>
    <w:rsid w:val="001479F1"/>
    <w:pPr>
      <w:spacing w:before="480" w:after="240"/>
    </w:pPr>
    <w:rPr>
      <w:rFonts w:ascii="Arial Narrow" w:hAnsi="Arial Narrow"/>
      <w:b/>
      <w:smallCaps/>
      <w:color w:val="0000FF"/>
      <w:kern w:val="28"/>
      <w:sz w:val="56"/>
      <w:lang w:eastAsia="en-US"/>
    </w:rPr>
  </w:style>
  <w:style w:type="paragraph" w:customStyle="1" w:styleId="PrefaceHeading2">
    <w:name w:val="Preface Heading 2"/>
    <w:next w:val="Normal"/>
    <w:rsid w:val="00D3244C"/>
    <w:pPr>
      <w:spacing w:before="240" w:after="120"/>
    </w:pPr>
    <w:rPr>
      <w:rFonts w:ascii="Arial" w:hAnsi="Arial"/>
      <w:b/>
      <w:smallCaps/>
      <w:color w:val="0000FF"/>
      <w:sz w:val="40"/>
      <w:szCs w:val="40"/>
      <w:lang w:eastAsia="en-US"/>
    </w:rPr>
  </w:style>
  <w:style w:type="paragraph" w:styleId="TOC1">
    <w:name w:val="toc 1"/>
    <w:basedOn w:val="Normal"/>
    <w:next w:val="Normal"/>
    <w:autoRedefine/>
    <w:uiPriority w:val="39"/>
    <w:rsid w:val="000760D5"/>
    <w:pPr>
      <w:keepNext/>
      <w:keepLines/>
      <w:spacing w:before="120" w:after="100"/>
      <w:ind w:left="1191"/>
    </w:pPr>
    <w:rPr>
      <w:b/>
    </w:rPr>
  </w:style>
  <w:style w:type="paragraph" w:styleId="TOC2">
    <w:name w:val="toc 2"/>
    <w:basedOn w:val="Normal"/>
    <w:next w:val="Normal"/>
    <w:autoRedefine/>
    <w:rsid w:val="00B07021"/>
    <w:pPr>
      <w:spacing w:before="20" w:after="20"/>
      <w:ind w:left="1701"/>
    </w:pPr>
  </w:style>
  <w:style w:type="paragraph" w:customStyle="1" w:styleId="ContentsHeading1">
    <w:name w:val="Contents Heading 1"/>
    <w:next w:val="TOC1"/>
    <w:rsid w:val="00D3244C"/>
    <w:pPr>
      <w:pageBreakBefore/>
    </w:pPr>
    <w:rPr>
      <w:rFonts w:ascii="Arial Narrow" w:hAnsi="Arial Narrow"/>
      <w:b/>
      <w:smallCaps/>
      <w:color w:val="0000FF"/>
      <w:kern w:val="28"/>
      <w:sz w:val="56"/>
      <w:lang w:eastAsia="en-US"/>
    </w:rPr>
  </w:style>
  <w:style w:type="character" w:styleId="Hyperlink">
    <w:name w:val="Hyperlink"/>
    <w:basedOn w:val="DefaultParagraphFont"/>
    <w:uiPriority w:val="99"/>
    <w:unhideWhenUsed/>
    <w:rsid w:val="00D60CDA"/>
    <w:rPr>
      <w:color w:val="0000FF" w:themeColor="hyperlink"/>
      <w:u w:val="single"/>
    </w:rPr>
  </w:style>
  <w:style w:type="paragraph" w:styleId="TOC3">
    <w:name w:val="toc 3"/>
    <w:basedOn w:val="Normal"/>
    <w:next w:val="Normal"/>
    <w:autoRedefine/>
    <w:semiHidden/>
    <w:unhideWhenUsed/>
    <w:rsid w:val="00601181"/>
    <w:pPr>
      <w:spacing w:before="120" w:after="100"/>
      <w:ind w:left="1191"/>
    </w:pPr>
    <w:rPr>
      <w:b/>
    </w:rPr>
  </w:style>
  <w:style w:type="paragraph" w:customStyle="1" w:styleId="OutcomesHeading">
    <w:name w:val="Outcomes Heading"/>
    <w:basedOn w:val="Normal"/>
    <w:qFormat/>
    <w:rsid w:val="00252925"/>
    <w:pPr>
      <w:spacing w:after="240"/>
      <w:ind w:left="567"/>
    </w:pPr>
    <w:rPr>
      <w:b/>
      <w:color w:val="C00000"/>
      <w:sz w:val="22"/>
      <w:szCs w:val="22"/>
    </w:rPr>
  </w:style>
  <w:style w:type="paragraph" w:customStyle="1" w:styleId="Code">
    <w:name w:val="Code"/>
    <w:basedOn w:val="Normal"/>
    <w:qFormat/>
    <w:rsid w:val="00211820"/>
    <w:pPr>
      <w:spacing w:before="0" w:after="0"/>
    </w:pPr>
    <w:rPr>
      <w:rFonts w:ascii="Consolas" w:hAnsi="Consolas"/>
      <w:sz w:val="18"/>
    </w:rPr>
  </w:style>
  <w:style w:type="paragraph" w:customStyle="1" w:styleId="PreambleText">
    <w:name w:val="Preamble Text"/>
    <w:basedOn w:val="Normal"/>
    <w:rsid w:val="00C95C61"/>
    <w:rPr>
      <w:i/>
    </w:rPr>
  </w:style>
  <w:style w:type="paragraph" w:customStyle="1" w:styleId="PreambleLabel">
    <w:name w:val="Preamble Label"/>
    <w:basedOn w:val="Normal"/>
    <w:rsid w:val="00C95C61"/>
    <w:pPr>
      <w:ind w:left="113" w:right="113"/>
      <w:jc w:val="center"/>
    </w:pPr>
    <w:rPr>
      <w:b/>
      <w:i/>
      <w:color w:val="C00000"/>
      <w:position w:val="-6"/>
      <w:sz w:val="18"/>
      <w:szCs w:val="18"/>
    </w:rPr>
  </w:style>
  <w:style w:type="paragraph" w:customStyle="1" w:styleId="SecondLevel">
    <w:name w:val="Second Level"/>
    <w:basedOn w:val="Normal"/>
    <w:qFormat/>
    <w:rsid w:val="00C95C61"/>
    <w:pPr>
      <w:spacing w:after="0"/>
    </w:pPr>
    <w:rPr>
      <w:b/>
      <w:color w:val="0000F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wK\Documents\EngineRoom\Templates\Standard%20Template\TemplateStar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491CC-CE93-4D48-9AC6-D00CDCA16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TemplateStart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© Watsonia Publishing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Andrew Krupa</dc:creator>
  <cp:keywords/>
  <cp:lastModifiedBy>Murli Rao</cp:lastModifiedBy>
  <cp:revision>4</cp:revision>
  <cp:lastPrinted>2001-10-08T08:42:00Z</cp:lastPrinted>
  <dcterms:created xsi:type="dcterms:W3CDTF">2016-05-05T03:36:00Z</dcterms:created>
  <dcterms:modified xsi:type="dcterms:W3CDTF">2016-09-05T02:26:00Z</dcterms:modified>
</cp:coreProperties>
</file>