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FC" w:rsidRPr="005928A7" w:rsidRDefault="002E752E" w:rsidP="00421BFC">
      <w:pPr>
        <w:rPr>
          <w:sz w:val="18"/>
          <w:szCs w:val="18"/>
        </w:rPr>
      </w:pPr>
      <w:r w:rsidRPr="005928A7">
        <w:rPr>
          <w:sz w:val="18"/>
          <w:szCs w:val="18"/>
        </w:rPr>
        <w:t>Dr D Hunter</w:t>
      </w:r>
      <w:r w:rsidRPr="005928A7">
        <w:rPr>
          <w:sz w:val="18"/>
          <w:szCs w:val="18"/>
        </w:rPr>
        <w:br/>
        <w:t>AGE Research Institute</w:t>
      </w:r>
      <w:r w:rsidRPr="005928A7">
        <w:rPr>
          <w:sz w:val="18"/>
          <w:szCs w:val="18"/>
        </w:rPr>
        <w:br/>
      </w:r>
      <w:proofErr w:type="spellStart"/>
      <w:r w:rsidRPr="005928A7">
        <w:rPr>
          <w:sz w:val="18"/>
          <w:szCs w:val="18"/>
        </w:rPr>
        <w:t>Guldgraend</w:t>
      </w:r>
      <w:proofErr w:type="spellEnd"/>
      <w:r w:rsidRPr="005928A7">
        <w:rPr>
          <w:sz w:val="18"/>
          <w:szCs w:val="18"/>
        </w:rPr>
        <w:t xml:space="preserve"> 15270</w:t>
      </w:r>
      <w:r w:rsidRPr="005928A7">
        <w:rPr>
          <w:sz w:val="18"/>
          <w:szCs w:val="18"/>
        </w:rPr>
        <w:br/>
        <w:t>STOCKHOLM 118 20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September 12, 20</w:t>
      </w:r>
      <w:r w:rsidR="00C2396D">
        <w:rPr>
          <w:sz w:val="20"/>
          <w:szCs w:val="20"/>
        </w:rPr>
        <w:t>1</w:t>
      </w:r>
      <w:r w:rsidRPr="005928A7">
        <w:rPr>
          <w:sz w:val="20"/>
          <w:szCs w:val="20"/>
        </w:rPr>
        <w:t>0</w:t>
      </w:r>
      <w:bookmarkStart w:id="0" w:name="_GoBack"/>
      <w:bookmarkEnd w:id="0"/>
      <w:r w:rsidRPr="005928A7">
        <w:rPr>
          <w:sz w:val="20"/>
          <w:szCs w:val="20"/>
        </w:rPr>
        <w:t xml:space="preserve"> </w:t>
      </w:r>
    </w:p>
    <w:p w:rsidR="00421BFC" w:rsidRPr="005928A7" w:rsidRDefault="00421BFC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Mr S Holsworthy</w:t>
      </w:r>
      <w:r w:rsidRPr="005928A7">
        <w:rPr>
          <w:sz w:val="20"/>
          <w:szCs w:val="20"/>
        </w:rPr>
        <w:br/>
      </w:r>
      <w:r w:rsidR="00A90A29" w:rsidRPr="005928A7">
        <w:rPr>
          <w:sz w:val="20"/>
          <w:szCs w:val="20"/>
        </w:rPr>
        <w:t xml:space="preserve">AGE </w:t>
      </w:r>
      <w:r w:rsidRPr="005928A7">
        <w:rPr>
          <w:sz w:val="20"/>
          <w:szCs w:val="20"/>
        </w:rPr>
        <w:t>Corporate Endeavours</w:t>
      </w:r>
      <w:r w:rsidRPr="005928A7">
        <w:rPr>
          <w:sz w:val="20"/>
          <w:szCs w:val="20"/>
        </w:rPr>
        <w:br/>
        <w:t>45 Collins Street</w:t>
      </w:r>
      <w:r w:rsidRPr="005928A7">
        <w:rPr>
          <w:sz w:val="20"/>
          <w:szCs w:val="20"/>
        </w:rPr>
        <w:br/>
        <w:t>Melbourne VIC 3000</w:t>
      </w:r>
    </w:p>
    <w:p w:rsidR="00421BFC" w:rsidRPr="00E62A14" w:rsidRDefault="00A90A29" w:rsidP="00421BFC">
      <w:pPr>
        <w:rPr>
          <w:b/>
          <w:szCs w:val="20"/>
        </w:rPr>
      </w:pPr>
      <w:r w:rsidRPr="00E62A14">
        <w:rPr>
          <w:b/>
          <w:szCs w:val="20"/>
        </w:rPr>
        <w:t>AGE Corporate Endeavours: Green</w:t>
      </w:r>
      <w:r w:rsidR="000F0298" w:rsidRPr="00E62A14">
        <w:rPr>
          <w:b/>
          <w:szCs w:val="20"/>
        </w:rPr>
        <w:t xml:space="preserve"> </w:t>
      </w:r>
      <w:r w:rsidRPr="00E62A14">
        <w:rPr>
          <w:b/>
          <w:szCs w:val="20"/>
        </w:rPr>
        <w:t>Force Projects</w:t>
      </w:r>
    </w:p>
    <w:p w:rsidR="00A90A29" w:rsidRPr="005928A7" w:rsidRDefault="00A90A29" w:rsidP="00421BFC">
      <w:pPr>
        <w:rPr>
          <w:sz w:val="20"/>
          <w:szCs w:val="20"/>
        </w:rPr>
      </w:pP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Dear Mr Holsworthy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As </w:t>
      </w:r>
      <w:r w:rsidR="002E752E" w:rsidRPr="005928A7">
        <w:rPr>
          <w:sz w:val="20"/>
          <w:szCs w:val="20"/>
        </w:rPr>
        <w:t xml:space="preserve">AGE is </w:t>
      </w:r>
      <w:r w:rsidR="00B32623" w:rsidRPr="005928A7">
        <w:rPr>
          <w:sz w:val="20"/>
          <w:szCs w:val="20"/>
        </w:rPr>
        <w:t>being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</w:t>
      </w:r>
      <w:r w:rsidRPr="005928A7">
        <w:rPr>
          <w:sz w:val="20"/>
          <w:szCs w:val="20"/>
        </w:rPr>
        <w:t xml:space="preserve"> to consider the impact that their production methods have on the environment, there is an emerging need for qualified professionals in this field.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Through my advertising and research background and my recent doctorate, which particularly focussed on reducing greenhouse gas emissions in corporate environments, I am certain that I could give you constructive advice in </w:t>
      </w:r>
      <w:r w:rsidR="00B32623" w:rsidRPr="005928A7">
        <w:rPr>
          <w:sz w:val="20"/>
          <w:szCs w:val="20"/>
        </w:rPr>
        <w:t xml:space="preserve">green energy procurement, </w:t>
      </w:r>
      <w:r w:rsidRPr="005928A7">
        <w:rPr>
          <w:sz w:val="20"/>
          <w:szCs w:val="20"/>
        </w:rPr>
        <w:t xml:space="preserve">business process reorganisation, </w:t>
      </w:r>
      <w:r w:rsidR="00B32623" w:rsidRPr="005928A7">
        <w:rPr>
          <w:sz w:val="20"/>
          <w:szCs w:val="20"/>
        </w:rPr>
        <w:t>project sustainability</w:t>
      </w:r>
      <w:r w:rsidRPr="005928A7">
        <w:rPr>
          <w:sz w:val="20"/>
          <w:szCs w:val="20"/>
        </w:rPr>
        <w:t xml:space="preserve">, and </w:t>
      </w:r>
      <w:r w:rsidR="00B32623" w:rsidRPr="005928A7">
        <w:rPr>
          <w:sz w:val="20"/>
          <w:szCs w:val="20"/>
        </w:rPr>
        <w:t>market application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will be completing </w:t>
      </w:r>
      <w:r w:rsidR="00B32623" w:rsidRPr="005928A7">
        <w:rPr>
          <w:sz w:val="20"/>
          <w:szCs w:val="20"/>
        </w:rPr>
        <w:t xml:space="preserve">a year’s study at the Alpheius </w:t>
      </w:r>
      <w:r w:rsidR="002E752E" w:rsidRPr="005928A7">
        <w:rPr>
          <w:sz w:val="20"/>
          <w:szCs w:val="20"/>
        </w:rPr>
        <w:t xml:space="preserve">Research </w:t>
      </w:r>
      <w:r w:rsidR="00B32623" w:rsidRPr="005928A7">
        <w:rPr>
          <w:sz w:val="20"/>
          <w:szCs w:val="20"/>
        </w:rPr>
        <w:t>Institute in Sweden in November</w:t>
      </w:r>
      <w:r w:rsidRPr="005928A7">
        <w:rPr>
          <w:sz w:val="20"/>
          <w:szCs w:val="20"/>
        </w:rPr>
        <w:t xml:space="preserve"> and would be interested in </w:t>
      </w:r>
      <w:r w:rsidR="00B32623" w:rsidRPr="005928A7">
        <w:rPr>
          <w:sz w:val="20"/>
          <w:szCs w:val="20"/>
        </w:rPr>
        <w:t>considerable involvement in</w:t>
      </w:r>
      <w:r w:rsidRPr="005928A7">
        <w:rPr>
          <w:sz w:val="20"/>
          <w:szCs w:val="20"/>
        </w:rPr>
        <w:t xml:space="preserve"> </w:t>
      </w:r>
      <w:r w:rsidR="00A90A29" w:rsidRPr="005928A7">
        <w:rPr>
          <w:sz w:val="20"/>
          <w:szCs w:val="20"/>
        </w:rPr>
        <w:t xml:space="preserve">AGE </w:t>
      </w:r>
      <w:r w:rsidR="00B32623" w:rsidRPr="005928A7">
        <w:rPr>
          <w:sz w:val="20"/>
          <w:szCs w:val="20"/>
        </w:rPr>
        <w:t>Corporate Endeavours’</w:t>
      </w:r>
      <w:r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Green</w:t>
      </w:r>
      <w:r w:rsidR="000F0298" w:rsidRPr="005928A7">
        <w:rPr>
          <w:sz w:val="20"/>
          <w:szCs w:val="20"/>
        </w:rPr>
        <w:t xml:space="preserve"> </w:t>
      </w:r>
      <w:r w:rsidR="00B32623" w:rsidRPr="005928A7">
        <w:rPr>
          <w:sz w:val="20"/>
          <w:szCs w:val="20"/>
        </w:rPr>
        <w:t>Force research projects</w:t>
      </w:r>
      <w:r w:rsidRPr="005928A7">
        <w:rPr>
          <w:sz w:val="20"/>
          <w:szCs w:val="20"/>
        </w:rPr>
        <w:t xml:space="preserve">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I am sure </w:t>
      </w:r>
      <w:r w:rsidR="00B32623" w:rsidRPr="005928A7">
        <w:rPr>
          <w:sz w:val="20"/>
          <w:szCs w:val="20"/>
        </w:rPr>
        <w:t xml:space="preserve">that </w:t>
      </w:r>
      <w:r w:rsidRPr="005928A7">
        <w:rPr>
          <w:sz w:val="20"/>
          <w:szCs w:val="20"/>
        </w:rPr>
        <w:t xml:space="preserve">my </w:t>
      </w:r>
      <w:r w:rsidR="00B32623" w:rsidRPr="005928A7">
        <w:rPr>
          <w:sz w:val="20"/>
          <w:szCs w:val="20"/>
        </w:rPr>
        <w:t>experience will</w:t>
      </w:r>
      <w:r w:rsidRPr="005928A7">
        <w:rPr>
          <w:sz w:val="20"/>
          <w:szCs w:val="20"/>
        </w:rPr>
        <w:t xml:space="preserve"> be useful to you</w:t>
      </w:r>
      <w:r w:rsidR="00B32623" w:rsidRPr="005928A7">
        <w:rPr>
          <w:sz w:val="20"/>
          <w:szCs w:val="20"/>
        </w:rPr>
        <w:t>. I will</w:t>
      </w:r>
      <w:r w:rsidRPr="005928A7">
        <w:rPr>
          <w:sz w:val="20"/>
          <w:szCs w:val="20"/>
        </w:rPr>
        <w:t xml:space="preserve"> call you</w:t>
      </w:r>
      <w:r w:rsidR="00B32623" w:rsidRPr="005928A7">
        <w:rPr>
          <w:sz w:val="20"/>
          <w:szCs w:val="20"/>
        </w:rPr>
        <w:t xml:space="preserve"> upon my return to Australia</w:t>
      </w:r>
      <w:r w:rsidRPr="005928A7">
        <w:rPr>
          <w:sz w:val="20"/>
          <w:szCs w:val="20"/>
        </w:rPr>
        <w:t xml:space="preserve"> in early </w:t>
      </w:r>
      <w:r w:rsidR="00B32623" w:rsidRPr="005928A7">
        <w:rPr>
          <w:sz w:val="20"/>
          <w:szCs w:val="20"/>
        </w:rPr>
        <w:t>November</w:t>
      </w:r>
      <w:r w:rsidRPr="005928A7">
        <w:rPr>
          <w:sz w:val="20"/>
          <w:szCs w:val="20"/>
        </w:rPr>
        <w:t xml:space="preserve"> to discuss an interview.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Thank you for your time and consideration. 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>Yours sincerely</w:t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br/>
      </w:r>
    </w:p>
    <w:p w:rsidR="00421BFC" w:rsidRPr="005928A7" w:rsidRDefault="00421BFC" w:rsidP="00421BFC">
      <w:pPr>
        <w:rPr>
          <w:sz w:val="20"/>
          <w:szCs w:val="20"/>
        </w:rPr>
      </w:pPr>
      <w:r w:rsidRPr="005928A7">
        <w:rPr>
          <w:sz w:val="20"/>
          <w:szCs w:val="20"/>
        </w:rPr>
        <w:t xml:space="preserve">Dr David Hunter </w:t>
      </w:r>
    </w:p>
    <w:p w:rsidR="005928A7" w:rsidRPr="005928A7" w:rsidRDefault="005928A7">
      <w:pPr>
        <w:rPr>
          <w:sz w:val="20"/>
          <w:szCs w:val="20"/>
        </w:rPr>
      </w:pPr>
    </w:p>
    <w:sectPr w:rsidR="005928A7" w:rsidRPr="005928A7" w:rsidSect="009861ED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2C7" w:rsidRDefault="00E812C7" w:rsidP="00A90A29">
      <w:pPr>
        <w:spacing w:after="0" w:line="240" w:lineRule="auto"/>
      </w:pPr>
      <w:r>
        <w:separator/>
      </w:r>
    </w:p>
  </w:endnote>
  <w:endnote w:type="continuationSeparator" w:id="0">
    <w:p w:rsidR="00E812C7" w:rsidRDefault="00E812C7" w:rsidP="00A90A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8A7" w:rsidRPr="004811D4" w:rsidRDefault="005928A7">
    <w:pPr>
      <w:pStyle w:val="Footer"/>
      <w:rPr>
        <w:sz w:val="18"/>
        <w:szCs w:val="18"/>
      </w:rPr>
    </w:pPr>
    <w:r w:rsidRPr="004811D4">
      <w:rPr>
        <w:sz w:val="18"/>
        <w:szCs w:val="18"/>
      </w:rPr>
      <w:t>Alpheius Global Enterprises – Research Institute, Stockholm</w:t>
    </w:r>
  </w:p>
  <w:p w:rsidR="005928A7" w:rsidRDefault="005928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2C7" w:rsidRDefault="00E812C7" w:rsidP="00A90A29">
      <w:pPr>
        <w:spacing w:after="0" w:line="240" w:lineRule="auto"/>
      </w:pPr>
      <w:r>
        <w:separator/>
      </w:r>
    </w:p>
  </w:footnote>
  <w:footnote w:type="continuationSeparator" w:id="0">
    <w:p w:rsidR="00E812C7" w:rsidRDefault="00E812C7" w:rsidP="00A90A2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FC"/>
    <w:rsid w:val="000241AF"/>
    <w:rsid w:val="00063685"/>
    <w:rsid w:val="000F0298"/>
    <w:rsid w:val="000F325E"/>
    <w:rsid w:val="00106010"/>
    <w:rsid w:val="00251DE7"/>
    <w:rsid w:val="00287F32"/>
    <w:rsid w:val="002977A4"/>
    <w:rsid w:val="002E752E"/>
    <w:rsid w:val="002F54D3"/>
    <w:rsid w:val="00346738"/>
    <w:rsid w:val="00421BFC"/>
    <w:rsid w:val="004811D4"/>
    <w:rsid w:val="004F7B19"/>
    <w:rsid w:val="005509C7"/>
    <w:rsid w:val="00583755"/>
    <w:rsid w:val="005928A7"/>
    <w:rsid w:val="00703174"/>
    <w:rsid w:val="00751552"/>
    <w:rsid w:val="00893C3E"/>
    <w:rsid w:val="009861ED"/>
    <w:rsid w:val="00A20CD1"/>
    <w:rsid w:val="00A27628"/>
    <w:rsid w:val="00A33599"/>
    <w:rsid w:val="00A369A3"/>
    <w:rsid w:val="00A61CE0"/>
    <w:rsid w:val="00A90A29"/>
    <w:rsid w:val="00B32623"/>
    <w:rsid w:val="00B36B03"/>
    <w:rsid w:val="00B73476"/>
    <w:rsid w:val="00C2396D"/>
    <w:rsid w:val="00C96E9C"/>
    <w:rsid w:val="00DE365C"/>
    <w:rsid w:val="00DF0162"/>
    <w:rsid w:val="00E57B83"/>
    <w:rsid w:val="00E62A14"/>
    <w:rsid w:val="00E812C7"/>
    <w:rsid w:val="00F42381"/>
    <w:rsid w:val="00FE3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90A29"/>
  </w:style>
  <w:style w:type="paragraph" w:styleId="Footer">
    <w:name w:val="footer"/>
    <w:basedOn w:val="Normal"/>
    <w:link w:val="FooterChar"/>
    <w:uiPriority w:val="99"/>
    <w:unhideWhenUsed/>
    <w:rsid w:val="00A90A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0A29"/>
  </w:style>
  <w:style w:type="paragraph" w:styleId="BalloonText">
    <w:name w:val="Balloon Text"/>
    <w:basedOn w:val="Normal"/>
    <w:link w:val="BalloonTextChar"/>
    <w:uiPriority w:val="99"/>
    <w:semiHidden/>
    <w:unhideWhenUsed/>
    <w:rsid w:val="00A90A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A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23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322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6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36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1022</Characters>
  <Application>Microsoft Office Word</Application>
  <DocSecurity>0</DocSecurity>
  <Lines>1022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LisaC</cp:lastModifiedBy>
  <cp:revision>3</cp:revision>
  <dcterms:created xsi:type="dcterms:W3CDTF">2010-05-24T04:48:00Z</dcterms:created>
  <dcterms:modified xsi:type="dcterms:W3CDTF">2010-05-26T03:26:00Z</dcterms:modified>
</cp:coreProperties>
</file>